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E4221" w14:textId="5E2DC14D" w:rsidR="004B151D" w:rsidRDefault="004B151D" w:rsidP="00F50F6B">
      <w:pPr>
        <w:shd w:val="clear" w:color="auto" w:fill="FFFFFF"/>
        <w:spacing w:line="240" w:lineRule="atLeast"/>
        <w:ind w:left="75"/>
      </w:pPr>
      <w:r>
        <w:rPr>
          <w:noProof/>
        </w:rPr>
        <w:drawing>
          <wp:inline distT="0" distB="0" distL="0" distR="0" wp14:anchorId="1C5D829D" wp14:editId="72788EFA">
            <wp:extent cx="6390005" cy="1466801"/>
            <wp:effectExtent l="0" t="0" r="0" b="635"/>
            <wp:docPr id="58745676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456762" name=""/>
                    <pic:cNvPicPr/>
                  </pic:nvPicPr>
                  <pic:blipFill>
                    <a:blip r:embed="rId8"/>
                    <a:stretch>
                      <a:fillRect/>
                    </a:stretch>
                  </pic:blipFill>
                  <pic:spPr>
                    <a:xfrm>
                      <a:off x="0" y="0"/>
                      <a:ext cx="6428357" cy="1475605"/>
                    </a:xfrm>
                    <a:prstGeom prst="rect">
                      <a:avLst/>
                    </a:prstGeom>
                  </pic:spPr>
                </pic:pic>
              </a:graphicData>
            </a:graphic>
          </wp:inline>
        </w:drawing>
      </w:r>
    </w:p>
    <w:p w14:paraId="4DF2A323" w14:textId="77777777" w:rsidR="00360BA2" w:rsidRDefault="00360BA2" w:rsidP="007B3EA6">
      <w:pPr>
        <w:spacing w:before="75" w:after="75"/>
        <w:rPr>
          <w:sz w:val="16"/>
          <w:szCs w:val="16"/>
        </w:rPr>
      </w:pPr>
    </w:p>
    <w:p w14:paraId="382DC903" w14:textId="60F3BD7C" w:rsidR="00E66BCC" w:rsidRPr="00D97F70" w:rsidRDefault="00E66BCC" w:rsidP="007B3EA6">
      <w:pPr>
        <w:spacing w:before="75" w:after="75"/>
        <w:rPr>
          <w:sz w:val="16"/>
          <w:szCs w:val="16"/>
        </w:rPr>
      </w:pPr>
      <w:r w:rsidRPr="00D97F70">
        <w:rPr>
          <w:sz w:val="16"/>
          <w:szCs w:val="16"/>
        </w:rPr>
        <w:t>IRM COMÉRCIO DE EQUIPAMENTOS LTDA</w:t>
      </w:r>
    </w:p>
    <w:p w14:paraId="26906E36" w14:textId="77777777" w:rsidR="00783B34" w:rsidRDefault="00E66BCC" w:rsidP="007B3EA6">
      <w:pPr>
        <w:spacing w:before="75" w:after="75"/>
        <w:rPr>
          <w:sz w:val="16"/>
          <w:szCs w:val="16"/>
        </w:rPr>
      </w:pPr>
      <w:r w:rsidRPr="00D97F70">
        <w:rPr>
          <w:sz w:val="16"/>
          <w:szCs w:val="16"/>
        </w:rPr>
        <w:t>CNPJ 48.670.007/0001-</w:t>
      </w:r>
      <w:r w:rsidR="00F016EE" w:rsidRPr="00D97F70">
        <w:rPr>
          <w:sz w:val="16"/>
          <w:szCs w:val="16"/>
        </w:rPr>
        <w:t xml:space="preserve">47 </w:t>
      </w:r>
    </w:p>
    <w:p w14:paraId="70BE4F85" w14:textId="0CFB7A53" w:rsidR="00E66BCC" w:rsidRPr="00D97F70" w:rsidRDefault="00783B34" w:rsidP="007B3EA6">
      <w:pPr>
        <w:spacing w:before="75" w:after="75"/>
        <w:rPr>
          <w:sz w:val="16"/>
          <w:szCs w:val="16"/>
        </w:rPr>
      </w:pPr>
      <w:r>
        <w:rPr>
          <w:sz w:val="16"/>
          <w:szCs w:val="16"/>
        </w:rPr>
        <w:t>V</w:t>
      </w:r>
      <w:r w:rsidR="00B86585">
        <w:rPr>
          <w:sz w:val="16"/>
          <w:szCs w:val="16"/>
        </w:rPr>
        <w:t xml:space="preserve">endas </w:t>
      </w:r>
      <w:r w:rsidR="00F016EE" w:rsidRPr="00D97F70">
        <w:rPr>
          <w:sz w:val="16"/>
          <w:szCs w:val="16"/>
        </w:rPr>
        <w:t>FONE:</w:t>
      </w:r>
      <w:r w:rsidR="00E66BCC" w:rsidRPr="00D97F70">
        <w:rPr>
          <w:sz w:val="16"/>
          <w:szCs w:val="16"/>
        </w:rPr>
        <w:t xml:space="preserve"> </w:t>
      </w:r>
      <w:r w:rsidR="00F016EE" w:rsidRPr="00D97F70">
        <w:rPr>
          <w:sz w:val="16"/>
          <w:szCs w:val="16"/>
        </w:rPr>
        <w:t>(</w:t>
      </w:r>
      <w:r w:rsidR="00E66BCC" w:rsidRPr="00D97F70">
        <w:rPr>
          <w:sz w:val="16"/>
          <w:szCs w:val="16"/>
        </w:rPr>
        <w:t>54</w:t>
      </w:r>
      <w:r w:rsidR="00F016EE" w:rsidRPr="00D97F70">
        <w:rPr>
          <w:sz w:val="16"/>
          <w:szCs w:val="16"/>
        </w:rPr>
        <w:t>)</w:t>
      </w:r>
      <w:r w:rsidR="00E66BCC" w:rsidRPr="00D97F70">
        <w:rPr>
          <w:sz w:val="16"/>
          <w:szCs w:val="16"/>
        </w:rPr>
        <w:t xml:space="preserve"> 99338</w:t>
      </w:r>
      <w:r>
        <w:rPr>
          <w:sz w:val="16"/>
          <w:szCs w:val="16"/>
        </w:rPr>
        <w:t>-</w:t>
      </w:r>
      <w:r w:rsidR="00E66BCC" w:rsidRPr="00D97F70">
        <w:rPr>
          <w:sz w:val="16"/>
          <w:szCs w:val="16"/>
        </w:rPr>
        <w:t>3441</w:t>
      </w:r>
      <w:r w:rsidR="00B86585">
        <w:rPr>
          <w:sz w:val="16"/>
          <w:szCs w:val="16"/>
        </w:rPr>
        <w:t xml:space="preserve"> </w:t>
      </w:r>
      <w:r>
        <w:rPr>
          <w:sz w:val="16"/>
          <w:szCs w:val="16"/>
        </w:rPr>
        <w:t>F</w:t>
      </w:r>
      <w:r w:rsidR="00B86585">
        <w:rPr>
          <w:sz w:val="16"/>
          <w:szCs w:val="16"/>
        </w:rPr>
        <w:t>inanceiro (54) 99289</w:t>
      </w:r>
      <w:r>
        <w:rPr>
          <w:sz w:val="16"/>
          <w:szCs w:val="16"/>
        </w:rPr>
        <w:t>-</w:t>
      </w:r>
      <w:r w:rsidR="00B86585">
        <w:rPr>
          <w:sz w:val="16"/>
          <w:szCs w:val="16"/>
        </w:rPr>
        <w:t>8809</w:t>
      </w:r>
    </w:p>
    <w:p w14:paraId="6A80E554" w14:textId="4261D9FB" w:rsidR="00E66BCC" w:rsidRPr="00D97F70" w:rsidRDefault="00E66BCC" w:rsidP="007B3EA6">
      <w:pPr>
        <w:spacing w:before="75" w:after="75"/>
        <w:rPr>
          <w:sz w:val="16"/>
          <w:szCs w:val="16"/>
        </w:rPr>
      </w:pPr>
      <w:r w:rsidRPr="00D97F70">
        <w:rPr>
          <w:sz w:val="16"/>
          <w:szCs w:val="16"/>
        </w:rPr>
        <w:t>RUA ISIDORO CASTILHOS 380 BAIRRO PRESIDENTE CASTELO BRANCO</w:t>
      </w:r>
      <w:r w:rsidR="004B151D">
        <w:rPr>
          <w:sz w:val="16"/>
          <w:szCs w:val="16"/>
        </w:rPr>
        <w:t xml:space="preserve"> </w:t>
      </w:r>
      <w:r w:rsidRPr="00D97F70">
        <w:rPr>
          <w:sz w:val="16"/>
          <w:szCs w:val="16"/>
        </w:rPr>
        <w:t>ERECHIM RS</w:t>
      </w:r>
    </w:p>
    <w:p w14:paraId="003ECFE9" w14:textId="3ACAEE3C" w:rsidR="002A173A" w:rsidRPr="00D97F70" w:rsidRDefault="00E66BCC" w:rsidP="007B3EA6">
      <w:pPr>
        <w:spacing w:before="75" w:after="75"/>
        <w:rPr>
          <w:vanish/>
          <w:sz w:val="16"/>
          <w:szCs w:val="16"/>
        </w:rPr>
      </w:pPr>
      <w:r w:rsidRPr="00D97F70">
        <w:rPr>
          <w:sz w:val="16"/>
          <w:szCs w:val="16"/>
        </w:rPr>
        <w:t>RAFAEL</w:t>
      </w:r>
      <w:r w:rsidR="00CB67BB" w:rsidRPr="00D97F70">
        <w:rPr>
          <w:sz w:val="16"/>
          <w:szCs w:val="16"/>
        </w:rPr>
        <w:t xml:space="preserve"> </w:t>
      </w:r>
      <w:r w:rsidRPr="00D97F70">
        <w:rPr>
          <w:sz w:val="16"/>
          <w:szCs w:val="16"/>
        </w:rPr>
        <w:t>ANTÔNIO NESTOR</w:t>
      </w:r>
      <w:r w:rsidR="004B151D">
        <w:rPr>
          <w:sz w:val="16"/>
          <w:szCs w:val="16"/>
        </w:rPr>
        <w:t xml:space="preserve"> </w:t>
      </w:r>
      <w:r w:rsidRPr="00D97F70">
        <w:rPr>
          <w:sz w:val="16"/>
          <w:szCs w:val="16"/>
        </w:rPr>
        <w:t>029.454.349-03</w:t>
      </w:r>
    </w:p>
    <w:p w14:paraId="530B8260" w14:textId="54FFC836" w:rsidR="00127CD7" w:rsidRPr="00D97F70" w:rsidRDefault="00127CD7" w:rsidP="00CA4C34">
      <w:pPr>
        <w:autoSpaceDE w:val="0"/>
        <w:autoSpaceDN w:val="0"/>
        <w:adjustRightInd w:val="0"/>
        <w:jc w:val="both"/>
        <w:rPr>
          <w:noProof/>
          <w:sz w:val="16"/>
          <w:szCs w:val="16"/>
        </w:rPr>
      </w:pPr>
    </w:p>
    <w:p w14:paraId="56EAA46F" w14:textId="02B3290B" w:rsidR="00C44856" w:rsidRDefault="00C44856" w:rsidP="00D97F70">
      <w:pPr>
        <w:shd w:val="clear" w:color="auto" w:fill="FFFFFF"/>
        <w:rPr>
          <w:rFonts w:ascii="Arial" w:hAnsi="Arial" w:cs="Arial"/>
          <w:color w:val="222222"/>
          <w:sz w:val="16"/>
          <w:szCs w:val="16"/>
        </w:rPr>
      </w:pPr>
    </w:p>
    <w:p w14:paraId="319C242A" w14:textId="77777777" w:rsidR="00783B34" w:rsidRDefault="00783B34" w:rsidP="00783B34">
      <w:pPr>
        <w:shd w:val="clear" w:color="auto" w:fill="FFFFFF"/>
      </w:pPr>
    </w:p>
    <w:p w14:paraId="5B03500B" w14:textId="77777777" w:rsidR="00783B34" w:rsidRDefault="00783B34" w:rsidP="00783B34">
      <w:pPr>
        <w:shd w:val="clear" w:color="auto" w:fill="FFFFFF"/>
      </w:pPr>
    </w:p>
    <w:p w14:paraId="4DDF9C14" w14:textId="3C80D316" w:rsidR="00F17128" w:rsidRDefault="00783B34" w:rsidP="00783B34">
      <w:pPr>
        <w:shd w:val="clear" w:color="auto" w:fill="FFFFFF"/>
      </w:pPr>
      <w:r>
        <w:t xml:space="preserve">AO </w:t>
      </w:r>
      <w:r w:rsidR="00F17128">
        <w:t xml:space="preserve">MUNICÍPIO DE </w:t>
      </w:r>
      <w:r w:rsidR="00B417A9">
        <w:t>AGROLANDIA</w:t>
      </w:r>
      <w:r w:rsidR="00407458">
        <w:t xml:space="preserve"> SC</w:t>
      </w:r>
      <w:r w:rsidR="00F17128">
        <w:t xml:space="preserve"> </w:t>
      </w:r>
    </w:p>
    <w:p w14:paraId="5ECF4A70" w14:textId="1958F272" w:rsidR="00783B34" w:rsidRDefault="00F17128" w:rsidP="00783B34">
      <w:pPr>
        <w:shd w:val="clear" w:color="auto" w:fill="FFFFFF"/>
      </w:pPr>
      <w:r>
        <w:t>PREGÃO ELETRÔNICO Nº 0</w:t>
      </w:r>
      <w:r w:rsidR="00F62F6D">
        <w:t>47</w:t>
      </w:r>
      <w:r>
        <w:t>/2024</w:t>
      </w:r>
    </w:p>
    <w:p w14:paraId="616FAE89" w14:textId="77777777" w:rsidR="00783B34" w:rsidRDefault="00783B34" w:rsidP="00783B34">
      <w:pPr>
        <w:shd w:val="clear" w:color="auto" w:fill="FFFFFF"/>
      </w:pPr>
    </w:p>
    <w:p w14:paraId="0157E59B" w14:textId="77777777" w:rsidR="00F17128" w:rsidRDefault="00F17128" w:rsidP="00A5256F">
      <w:pPr>
        <w:shd w:val="clear" w:color="auto" w:fill="FFFFFF"/>
        <w:jc w:val="center"/>
      </w:pPr>
    </w:p>
    <w:p w14:paraId="0A083DA8" w14:textId="0DB66094" w:rsidR="001166E7" w:rsidRDefault="001166E7" w:rsidP="001166E7">
      <w:pPr>
        <w:ind w:right="-91"/>
        <w:jc w:val="center"/>
      </w:pPr>
      <w:r>
        <w:t xml:space="preserve">DECLARAÇÃO </w:t>
      </w:r>
      <w:r w:rsidR="00DC45B0">
        <w:t>CONJUNTA</w:t>
      </w:r>
    </w:p>
    <w:p w14:paraId="0F2237B9" w14:textId="6A1B524F" w:rsidR="001166E7" w:rsidRDefault="001166E7" w:rsidP="001166E7">
      <w:pPr>
        <w:ind w:right="-91"/>
        <w:jc w:val="center"/>
      </w:pPr>
    </w:p>
    <w:p w14:paraId="35319A9C" w14:textId="799B78D4" w:rsidR="00DC45B0" w:rsidRDefault="00DC45B0" w:rsidP="00DC45B0">
      <w:pPr>
        <w:ind w:right="-91"/>
      </w:pPr>
      <w:r>
        <w:t>Sr. Pregoeiro;</w:t>
      </w:r>
    </w:p>
    <w:p w14:paraId="0F01E5A1" w14:textId="77777777" w:rsidR="001166E7" w:rsidRDefault="001166E7" w:rsidP="001166E7">
      <w:pPr>
        <w:ind w:right="-91"/>
      </w:pPr>
    </w:p>
    <w:p w14:paraId="388C48B2" w14:textId="394782A9" w:rsidR="001166E7" w:rsidRDefault="00DC45B0" w:rsidP="00DC45B0">
      <w:pPr>
        <w:ind w:right="-91"/>
      </w:pPr>
      <w:r>
        <w:t>A empresa IRM COMERCIO DE EQUIPAMENTOS LTDA, inscrita no CNPJ N° 48.670.007/0001-47, por intermédio de seu representante o Sr. RAFAEL ANTONIO NESTOR, portador do RG n° 1073152512 e CPF n°029.454.349-03, DECLARA</w:t>
      </w:r>
      <w:r w:rsidR="00E624A1">
        <w:t>,</w:t>
      </w:r>
      <w:r w:rsidR="00E624A1" w:rsidRPr="00E624A1">
        <w:t xml:space="preserve"> </w:t>
      </w:r>
      <w:r w:rsidR="00E624A1">
        <w:t>sob as penas da Lei Federal nº 14.133, de 2021 que</w:t>
      </w:r>
      <w:r>
        <w:t>:</w:t>
      </w:r>
    </w:p>
    <w:p w14:paraId="4C40BDA8" w14:textId="66288A4D" w:rsidR="00407458" w:rsidRDefault="00407458" w:rsidP="00407458">
      <w:pPr>
        <w:widowControl w:val="0"/>
        <w:suppressAutoHyphens/>
        <w:jc w:val="both"/>
        <w:rPr>
          <w:rFonts w:ascii="Arial" w:eastAsia="Lucida Sans Unicode" w:hAnsi="Arial" w:cs="Arial"/>
        </w:rPr>
      </w:pPr>
    </w:p>
    <w:p w14:paraId="2EA9491F" w14:textId="51E20F93" w:rsidR="00E624A1" w:rsidRPr="00E624A1" w:rsidRDefault="00E624A1" w:rsidP="00407458">
      <w:pPr>
        <w:widowControl w:val="0"/>
        <w:suppressAutoHyphens/>
        <w:jc w:val="both"/>
        <w:rPr>
          <w:rFonts w:ascii="Arial" w:hAnsi="Arial" w:cs="Arial"/>
        </w:rPr>
      </w:pPr>
      <w:r w:rsidRPr="00E624A1">
        <w:rPr>
          <w:rFonts w:ascii="Arial" w:hAnsi="Arial" w:cs="Arial"/>
        </w:rPr>
        <w:sym w:font="Symbol" w:char="F0B7"/>
      </w:r>
      <w:r w:rsidRPr="00E624A1">
        <w:rPr>
          <w:rFonts w:ascii="Arial" w:hAnsi="Arial" w:cs="Arial"/>
        </w:rPr>
        <w:t xml:space="preserve">Os documentos que compõem o Edital foram colocados à disposição e tomou conhecimento de todas as informações, condições locais e grau de dificuldade para o fornecimento dos materiais, dando concordância a todas as condições desta Licitação de Pregão, sem restrições de qualquer natureza e de que, vencedor desta Licitação, executará o objeto desta licitação, pelo preço proposto e de acordo com as normas deste certame licitatório; </w:t>
      </w:r>
    </w:p>
    <w:p w14:paraId="1BCC84B2" w14:textId="77777777" w:rsidR="00B417A9" w:rsidRDefault="00B417A9" w:rsidP="00407458">
      <w:pPr>
        <w:widowControl w:val="0"/>
        <w:suppressAutoHyphens/>
        <w:jc w:val="both"/>
        <w:rPr>
          <w:rFonts w:ascii="Arial" w:hAnsi="Arial" w:cs="Arial"/>
        </w:rPr>
      </w:pPr>
    </w:p>
    <w:p w14:paraId="193E42DC" w14:textId="6075A1C9" w:rsidR="00E624A1" w:rsidRPr="00E624A1" w:rsidRDefault="00E624A1" w:rsidP="00407458">
      <w:pPr>
        <w:widowControl w:val="0"/>
        <w:suppressAutoHyphens/>
        <w:jc w:val="both"/>
        <w:rPr>
          <w:rFonts w:ascii="Arial" w:hAnsi="Arial" w:cs="Arial"/>
        </w:rPr>
      </w:pPr>
      <w:r w:rsidRPr="00E624A1">
        <w:rPr>
          <w:rFonts w:ascii="Arial" w:hAnsi="Arial" w:cs="Arial"/>
        </w:rPr>
        <w:sym w:font="Symbol" w:char="F0B7"/>
      </w:r>
      <w:r w:rsidRPr="00E624A1">
        <w:rPr>
          <w:rFonts w:ascii="Arial" w:hAnsi="Arial" w:cs="Arial"/>
        </w:rPr>
        <w:t xml:space="preserve">Cumpre plenamente os requisitos para sua habilitação no presente processo licitatório; </w:t>
      </w:r>
    </w:p>
    <w:p w14:paraId="21FA68F6" w14:textId="77777777" w:rsidR="00B417A9" w:rsidRDefault="00B417A9" w:rsidP="00407458">
      <w:pPr>
        <w:widowControl w:val="0"/>
        <w:suppressAutoHyphens/>
        <w:jc w:val="both"/>
        <w:rPr>
          <w:rFonts w:ascii="Arial" w:hAnsi="Arial" w:cs="Arial"/>
        </w:rPr>
      </w:pPr>
    </w:p>
    <w:p w14:paraId="4A5798B7" w14:textId="100B70FE" w:rsidR="00E624A1" w:rsidRPr="00E624A1" w:rsidRDefault="00E624A1" w:rsidP="00407458">
      <w:pPr>
        <w:widowControl w:val="0"/>
        <w:suppressAutoHyphens/>
        <w:jc w:val="both"/>
        <w:rPr>
          <w:rFonts w:ascii="Arial" w:hAnsi="Arial" w:cs="Arial"/>
        </w:rPr>
      </w:pPr>
      <w:r w:rsidRPr="00E624A1">
        <w:rPr>
          <w:rFonts w:ascii="Arial" w:hAnsi="Arial" w:cs="Arial"/>
        </w:rPr>
        <w:sym w:font="Symbol" w:char="F0B7"/>
      </w:r>
      <w:r w:rsidRPr="00E624A1">
        <w:rPr>
          <w:rFonts w:ascii="Arial" w:hAnsi="Arial" w:cs="Arial"/>
        </w:rPr>
        <w:t xml:space="preserve">Nos 05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p>
    <w:p w14:paraId="7F929E5D" w14:textId="77777777" w:rsidR="00B417A9" w:rsidRDefault="00B417A9" w:rsidP="00407458">
      <w:pPr>
        <w:widowControl w:val="0"/>
        <w:suppressAutoHyphens/>
        <w:jc w:val="both"/>
        <w:rPr>
          <w:rFonts w:ascii="Arial" w:hAnsi="Arial" w:cs="Arial"/>
        </w:rPr>
      </w:pPr>
    </w:p>
    <w:p w14:paraId="663F3466" w14:textId="1E99710C" w:rsidR="00E624A1" w:rsidRPr="00E624A1" w:rsidRDefault="00E624A1" w:rsidP="00407458">
      <w:pPr>
        <w:widowControl w:val="0"/>
        <w:suppressAutoHyphens/>
        <w:jc w:val="both"/>
        <w:rPr>
          <w:rFonts w:ascii="Arial" w:hAnsi="Arial" w:cs="Arial"/>
        </w:rPr>
      </w:pPr>
      <w:r w:rsidRPr="00E624A1">
        <w:rPr>
          <w:rFonts w:ascii="Arial" w:hAnsi="Arial" w:cs="Arial"/>
        </w:rPr>
        <w:sym w:font="Symbol" w:char="F0B7"/>
      </w:r>
      <w:r w:rsidRPr="00E624A1">
        <w:rPr>
          <w:rFonts w:ascii="Arial" w:hAnsi="Arial" w:cs="Arial"/>
        </w:rPr>
        <w:t xml:space="preserve">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3FE5E950" w14:textId="77777777" w:rsidR="00B417A9" w:rsidRDefault="00B417A9" w:rsidP="00407458">
      <w:pPr>
        <w:widowControl w:val="0"/>
        <w:suppressAutoHyphens/>
        <w:jc w:val="both"/>
        <w:rPr>
          <w:rFonts w:ascii="Arial" w:hAnsi="Arial" w:cs="Arial"/>
        </w:rPr>
      </w:pPr>
    </w:p>
    <w:p w14:paraId="5F4367AE" w14:textId="36D26127" w:rsidR="00E624A1" w:rsidRPr="00E624A1" w:rsidRDefault="00E624A1" w:rsidP="00407458">
      <w:pPr>
        <w:widowControl w:val="0"/>
        <w:suppressAutoHyphens/>
        <w:jc w:val="both"/>
        <w:rPr>
          <w:rFonts w:ascii="Arial" w:hAnsi="Arial" w:cs="Arial"/>
        </w:rPr>
      </w:pPr>
      <w:r w:rsidRPr="00E624A1">
        <w:rPr>
          <w:rFonts w:ascii="Arial" w:hAnsi="Arial" w:cs="Arial"/>
        </w:rPr>
        <w:sym w:font="Symbol" w:char="F0B7"/>
      </w:r>
      <w:r w:rsidRPr="00E624A1">
        <w:rPr>
          <w:rFonts w:ascii="Arial" w:hAnsi="Arial" w:cs="Arial"/>
        </w:rPr>
        <w:t xml:space="preserve">Não possui em seu quadro de pessoal empregado(s) com menos de 18 anos, em trabalho noturno, perigoso ou insalubre e menores de 16 anos, em qualquer trabalho, salvo na condição de aprendiz, a partir de 14 anos, nos termos do art. 7º, XXXIII, da Constituição Federal. </w:t>
      </w:r>
    </w:p>
    <w:p w14:paraId="296B8479" w14:textId="77777777" w:rsidR="00E624A1" w:rsidRPr="00E624A1" w:rsidRDefault="00E624A1" w:rsidP="00407458">
      <w:pPr>
        <w:widowControl w:val="0"/>
        <w:suppressAutoHyphens/>
        <w:jc w:val="both"/>
        <w:rPr>
          <w:rFonts w:ascii="Arial" w:hAnsi="Arial" w:cs="Arial"/>
        </w:rPr>
      </w:pPr>
      <w:r w:rsidRPr="00E624A1">
        <w:rPr>
          <w:rFonts w:ascii="Arial" w:hAnsi="Arial" w:cs="Arial"/>
        </w:rPr>
        <w:lastRenderedPageBreak/>
        <w:sym w:font="Symbol" w:char="F0B7"/>
      </w:r>
      <w:r w:rsidRPr="00E624A1">
        <w:rPr>
          <w:rFonts w:ascii="Arial" w:hAnsi="Arial" w:cs="Arial"/>
        </w:rPr>
        <w:t xml:space="preserve">Cumpre as exigências de reserva de cargos para pessoa com deficiência e para reabilitado da Previdência Social, previstas em lei e em outras normas específicas; </w:t>
      </w:r>
    </w:p>
    <w:p w14:paraId="62683FC1" w14:textId="77777777" w:rsidR="00B417A9" w:rsidRDefault="00B417A9" w:rsidP="00407458">
      <w:pPr>
        <w:widowControl w:val="0"/>
        <w:suppressAutoHyphens/>
        <w:jc w:val="both"/>
        <w:rPr>
          <w:rFonts w:ascii="Arial" w:hAnsi="Arial" w:cs="Arial"/>
        </w:rPr>
      </w:pPr>
    </w:p>
    <w:p w14:paraId="6B77115D" w14:textId="72347B39" w:rsidR="00E624A1" w:rsidRPr="00E624A1" w:rsidRDefault="00E624A1" w:rsidP="00407458">
      <w:pPr>
        <w:widowControl w:val="0"/>
        <w:suppressAutoHyphens/>
        <w:jc w:val="both"/>
        <w:rPr>
          <w:rFonts w:ascii="Arial" w:hAnsi="Arial" w:cs="Arial"/>
        </w:rPr>
      </w:pPr>
      <w:r w:rsidRPr="00E624A1">
        <w:rPr>
          <w:rFonts w:ascii="Arial" w:hAnsi="Arial" w:cs="Arial"/>
        </w:rPr>
        <w:sym w:font="Symbol" w:char="F0B7"/>
      </w:r>
      <w:r w:rsidRPr="00E624A1">
        <w:rPr>
          <w:rFonts w:ascii="Arial" w:hAnsi="Arial" w:cs="Arial"/>
        </w:rPr>
        <w:t xml:space="preserve">A proposta econômica compreende a integralidade dos custos para atendimento dos direitos trabalhistas assegurados na Constituição da República Federativa do Brasil, nas leis trabalhistas, nas normas infralegais, nas convenções coletivas de trabalho e nos termos de ajustamento de conduta vigentes na data de entrega das propostas, sob pena de desclassificação; </w:t>
      </w:r>
    </w:p>
    <w:p w14:paraId="67B92D28" w14:textId="77777777" w:rsidR="00B417A9" w:rsidRDefault="00B417A9" w:rsidP="00407458">
      <w:pPr>
        <w:widowControl w:val="0"/>
        <w:suppressAutoHyphens/>
        <w:jc w:val="both"/>
        <w:rPr>
          <w:rFonts w:ascii="Arial" w:hAnsi="Arial" w:cs="Arial"/>
        </w:rPr>
      </w:pPr>
    </w:p>
    <w:p w14:paraId="6AB8BC02" w14:textId="5462A74E" w:rsidR="00407458" w:rsidRDefault="00E624A1" w:rsidP="00407458">
      <w:pPr>
        <w:widowControl w:val="0"/>
        <w:suppressAutoHyphens/>
        <w:jc w:val="both"/>
        <w:rPr>
          <w:rFonts w:ascii="Arial" w:hAnsi="Arial" w:cs="Arial"/>
        </w:rPr>
      </w:pPr>
      <w:r w:rsidRPr="00E624A1">
        <w:rPr>
          <w:rFonts w:ascii="Arial" w:hAnsi="Arial" w:cs="Arial"/>
        </w:rPr>
        <w:sym w:font="Symbol" w:char="F0B7"/>
      </w:r>
      <w:r w:rsidRPr="00E624A1">
        <w:rPr>
          <w:rFonts w:ascii="Arial" w:hAnsi="Arial" w:cs="Arial"/>
        </w:rPr>
        <w:t>Não existe em seu quadro de empregados, servidores públicos exercendo funções de gerência, administração ou tomada de decisão.</w:t>
      </w:r>
    </w:p>
    <w:p w14:paraId="57785797" w14:textId="3EC5267B" w:rsidR="00E624A1" w:rsidRDefault="00E624A1" w:rsidP="00407458">
      <w:pPr>
        <w:widowControl w:val="0"/>
        <w:suppressAutoHyphens/>
        <w:jc w:val="both"/>
        <w:rPr>
          <w:rFonts w:ascii="Arial" w:hAnsi="Arial" w:cs="Arial"/>
        </w:rPr>
      </w:pPr>
    </w:p>
    <w:p w14:paraId="4C117ABB" w14:textId="23B216C7" w:rsidR="00407458" w:rsidRDefault="00E624A1" w:rsidP="00E624A1">
      <w:pPr>
        <w:widowControl w:val="0"/>
        <w:suppressAutoHyphens/>
        <w:jc w:val="both"/>
        <w:rPr>
          <w:rFonts w:ascii="Arial" w:eastAsia="Lucida Sans Unicode" w:hAnsi="Arial" w:cs="Arial"/>
        </w:rPr>
      </w:pPr>
      <w:r w:rsidRPr="00E624A1">
        <w:rPr>
          <w:rFonts w:ascii="Arial" w:hAnsi="Arial" w:cs="Arial"/>
        </w:rPr>
        <w:sym w:font="Symbol" w:char="F0B7"/>
      </w:r>
      <w:r w:rsidR="00407458">
        <w:rPr>
          <w:rFonts w:ascii="Arial" w:eastAsia="Lucida Sans Unicode" w:hAnsi="Arial" w:cs="Arial"/>
        </w:rPr>
        <w:t xml:space="preserve">Que </w:t>
      </w:r>
      <w:r w:rsidR="00407458">
        <w:rPr>
          <w:rFonts w:ascii="Arial" w:eastAsia="Lucida Sans Unicode" w:hAnsi="Arial" w:cs="Arial"/>
          <w:b/>
        </w:rPr>
        <w:t>não possui sócio/empregado</w:t>
      </w:r>
      <w:r w:rsidR="00407458">
        <w:rPr>
          <w:rFonts w:ascii="Arial" w:eastAsia="Lucida Sans Unicode" w:hAnsi="Arial" w:cs="Arial"/>
        </w:rPr>
        <w:t xml:space="preserve"> que seja cônjuge, companheiro(a) ou parente em linha reta, colateral ou por afinidade, até terceiro grau, inclusive, do Prefeito, do Vice-Prefeito, dos Secretários e cargos assemelhados ou de servidor da Administração Pública direta e indireta investido em cargo de direção, chefia ou assessoramento, em exercício na Administração Pública direta e indireta do Município de </w:t>
      </w:r>
      <w:proofErr w:type="spellStart"/>
      <w:r>
        <w:rPr>
          <w:rFonts w:ascii="Arial" w:eastAsia="Lucida Sans Unicode" w:hAnsi="Arial" w:cs="Arial"/>
        </w:rPr>
        <w:t>Agrolandia</w:t>
      </w:r>
      <w:proofErr w:type="spellEnd"/>
      <w:r>
        <w:rPr>
          <w:rFonts w:ascii="Arial" w:eastAsia="Lucida Sans Unicode" w:hAnsi="Arial" w:cs="Arial"/>
        </w:rPr>
        <w:t xml:space="preserve"> SC</w:t>
      </w:r>
      <w:r w:rsidR="00407458">
        <w:rPr>
          <w:rFonts w:ascii="Arial" w:eastAsia="Lucida Sans Unicode" w:hAnsi="Arial" w:cs="Arial"/>
        </w:rPr>
        <w:t>.</w:t>
      </w:r>
    </w:p>
    <w:p w14:paraId="123E6DAE" w14:textId="63EF6BD2" w:rsidR="00DC45B0" w:rsidRDefault="00DC45B0" w:rsidP="001166E7">
      <w:pPr>
        <w:ind w:right="-91"/>
      </w:pPr>
    </w:p>
    <w:p w14:paraId="7308425C" w14:textId="3E54E93A" w:rsidR="00DC45B0" w:rsidRPr="00407458" w:rsidRDefault="00E624A1" w:rsidP="001166E7">
      <w:pPr>
        <w:ind w:right="-91"/>
        <w:rPr>
          <w:rFonts w:ascii="Arial" w:hAnsi="Arial" w:cs="Arial"/>
        </w:rPr>
      </w:pPr>
      <w:r w:rsidRPr="00E624A1">
        <w:rPr>
          <w:rFonts w:ascii="Arial" w:hAnsi="Arial" w:cs="Arial"/>
        </w:rPr>
        <w:sym w:font="Symbol" w:char="F0B7"/>
      </w:r>
      <w:r w:rsidR="00DC45B0" w:rsidRPr="00407458">
        <w:rPr>
          <w:rFonts w:ascii="Arial" w:hAnsi="Arial" w:cs="Arial"/>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1F5CA61" w14:textId="78F8A56C" w:rsidR="00DC45B0" w:rsidRDefault="00DC45B0" w:rsidP="001166E7">
      <w:pPr>
        <w:ind w:right="-91"/>
      </w:pPr>
    </w:p>
    <w:p w14:paraId="12B0E6CF" w14:textId="27936074" w:rsidR="00B417A9" w:rsidRPr="00DB628C" w:rsidRDefault="00E624A1" w:rsidP="001166E7">
      <w:pPr>
        <w:ind w:right="-91"/>
        <w:rPr>
          <w:rFonts w:ascii="Arial" w:hAnsi="Arial" w:cs="Arial"/>
        </w:rPr>
      </w:pPr>
      <w:r w:rsidRPr="00E624A1">
        <w:rPr>
          <w:rFonts w:ascii="Arial" w:hAnsi="Arial" w:cs="Arial"/>
        </w:rPr>
        <w:sym w:font="Symbol" w:char="F0B7"/>
      </w:r>
      <w:r w:rsidR="00DC45B0" w:rsidRPr="00DB628C">
        <w:rPr>
          <w:rFonts w:ascii="Arial" w:hAnsi="Arial" w:cs="Arial"/>
        </w:rPr>
        <w:t xml:space="preserve">Declara, para os devidos fins, que tem pleno conhecimento das regras e que possui as condições de habilitação previstas, bem como: </w:t>
      </w:r>
    </w:p>
    <w:p w14:paraId="7DCBA9EF" w14:textId="5E7554C3" w:rsidR="00DC45B0" w:rsidRPr="00DB628C" w:rsidRDefault="00DC45B0" w:rsidP="001166E7">
      <w:pPr>
        <w:ind w:right="-91"/>
        <w:rPr>
          <w:rFonts w:ascii="Arial" w:hAnsi="Arial" w:cs="Arial"/>
        </w:rPr>
      </w:pPr>
      <w:r w:rsidRPr="00DB628C">
        <w:rPr>
          <w:rFonts w:ascii="Arial" w:hAnsi="Arial" w:cs="Arial"/>
        </w:rPr>
        <w:t xml:space="preserve">-1. INEXISTÊNCIA DE FATO IMPEDITIVO: que não se enquadra em nenhuma das vedações contidas no art. 14 da Lei 14.133/2021, em especial: </w:t>
      </w:r>
    </w:p>
    <w:p w14:paraId="6F745F35" w14:textId="564194E1" w:rsidR="00DC45B0" w:rsidRPr="00DB628C" w:rsidRDefault="00DC45B0" w:rsidP="001166E7">
      <w:pPr>
        <w:ind w:right="-91"/>
        <w:rPr>
          <w:rFonts w:ascii="Arial" w:hAnsi="Arial" w:cs="Arial"/>
        </w:rPr>
      </w:pPr>
      <w:r w:rsidRPr="00DB628C">
        <w:rPr>
          <w:rFonts w:ascii="Arial" w:hAnsi="Arial" w:cs="Arial"/>
        </w:rPr>
        <w:t xml:space="preserve">-1.1. Da inexistência de fato impeditivo para licitar e/ou contratar com a Administração Pública Direta, Indireta ou Autárquica. </w:t>
      </w:r>
    </w:p>
    <w:p w14:paraId="4D6F9822" w14:textId="77777777" w:rsidR="00DC45B0" w:rsidRPr="00DB628C" w:rsidRDefault="00DC45B0" w:rsidP="001166E7">
      <w:pPr>
        <w:ind w:right="-91"/>
        <w:rPr>
          <w:rFonts w:ascii="Arial" w:hAnsi="Arial" w:cs="Arial"/>
        </w:rPr>
      </w:pPr>
      <w:r w:rsidRPr="00DB628C">
        <w:rPr>
          <w:rFonts w:ascii="Arial" w:hAnsi="Arial" w:cs="Arial"/>
        </w:rPr>
        <w:t xml:space="preserve">-1.2. Que não mantém vínculo de natureza técnica, comercial, econômica, financeira, trabalhista ou civil com dirigente do órgão ou entidade contratante ou com agente público que desempenhe função na licitação ou atue na fiscalização ou na gestão da Ata de Registro de Preços, ou que deles seja cônjuge, companheiro ou parente em linha reta, colateral ou por afinidade, até o terceiro grau. </w:t>
      </w:r>
    </w:p>
    <w:p w14:paraId="491C1B88" w14:textId="77777777" w:rsidR="00DC45B0" w:rsidRPr="00DB628C" w:rsidRDefault="00DC45B0" w:rsidP="001166E7">
      <w:pPr>
        <w:ind w:right="-91"/>
        <w:rPr>
          <w:rFonts w:ascii="Arial" w:hAnsi="Arial" w:cs="Arial"/>
        </w:rPr>
      </w:pPr>
      <w:r w:rsidRPr="00DB628C">
        <w:rPr>
          <w:rFonts w:ascii="Arial" w:hAnsi="Arial" w:cs="Arial"/>
        </w:rPr>
        <w:t xml:space="preserve">-1.3. Que nos 5 (cinco) anos anteriores à contratação, não foi condenado(a) judicialmente, com trânsito em julgado, por exploração de trabalho infantil, por submissão de trabalhadores a condições análogas às de escravo ou por contratação de adolescentes nos casos vedados pela legislação trabalhista. </w:t>
      </w:r>
    </w:p>
    <w:p w14:paraId="3035CCB5" w14:textId="77777777" w:rsidR="00DC45B0" w:rsidRPr="00DB628C" w:rsidRDefault="00DC45B0" w:rsidP="001166E7">
      <w:pPr>
        <w:ind w:right="-91"/>
        <w:rPr>
          <w:rFonts w:ascii="Arial" w:hAnsi="Arial" w:cs="Arial"/>
        </w:rPr>
      </w:pPr>
      <w:r w:rsidRPr="00DB628C">
        <w:rPr>
          <w:rFonts w:ascii="Arial" w:hAnsi="Arial" w:cs="Arial"/>
        </w:rPr>
        <w:t xml:space="preserve">2. NÃO UTILIZAÇÃO DE MÃO DE OBRA DE MENORES: que não utiliza a mão de obra direta ou indireta de menores de 18 (dezoito) anos para a realização de trabalhos noturnos, perigosos ou insalubres, bem como não utiliza, para qualquer trabalho, mão de obra direta ou indireta de menores de 16 (dezesseis) anos, exceto na condição de aprendiz a partir de 14 (quatorze) anos, conforme determina o art. 7º, inc. XXXIII da Constituição Federal. </w:t>
      </w:r>
    </w:p>
    <w:p w14:paraId="1FF004E3" w14:textId="77777777" w:rsidR="00DC45B0" w:rsidRPr="00DB628C" w:rsidRDefault="00DC45B0" w:rsidP="001166E7">
      <w:pPr>
        <w:ind w:right="-91"/>
        <w:rPr>
          <w:rFonts w:ascii="Arial" w:hAnsi="Arial" w:cs="Arial"/>
        </w:rPr>
      </w:pPr>
      <w:r w:rsidRPr="00DB628C">
        <w:rPr>
          <w:rFonts w:ascii="Arial" w:hAnsi="Arial" w:cs="Arial"/>
        </w:rPr>
        <w:t xml:space="preserve">-2.1. Não possui empregados executando trabalho degradante ou forçado, observado o disposto no art. 1º, </w:t>
      </w:r>
      <w:proofErr w:type="spellStart"/>
      <w:r w:rsidRPr="00DB628C">
        <w:rPr>
          <w:rFonts w:ascii="Arial" w:hAnsi="Arial" w:cs="Arial"/>
        </w:rPr>
        <w:t>incs</w:t>
      </w:r>
      <w:proofErr w:type="spellEnd"/>
      <w:r w:rsidRPr="00DB628C">
        <w:rPr>
          <w:rFonts w:ascii="Arial" w:hAnsi="Arial" w:cs="Arial"/>
        </w:rPr>
        <w:t xml:space="preserve">. III e IV e art. 5º, inc. III da Constituição Federal. </w:t>
      </w:r>
    </w:p>
    <w:p w14:paraId="5F1FD5E0" w14:textId="77777777" w:rsidR="00DC45B0" w:rsidRPr="00DB628C" w:rsidRDefault="00DC45B0" w:rsidP="001166E7">
      <w:pPr>
        <w:ind w:right="-91"/>
        <w:rPr>
          <w:rFonts w:ascii="Arial" w:hAnsi="Arial" w:cs="Arial"/>
        </w:rPr>
      </w:pPr>
    </w:p>
    <w:p w14:paraId="014C9E31" w14:textId="46063EDB" w:rsidR="00B417A9" w:rsidRDefault="00DC45B0" w:rsidP="001166E7">
      <w:pPr>
        <w:ind w:right="-91"/>
        <w:rPr>
          <w:rFonts w:ascii="Arial" w:hAnsi="Arial" w:cs="Arial"/>
        </w:rPr>
      </w:pPr>
      <w:r w:rsidRPr="00DB628C">
        <w:rPr>
          <w:rFonts w:ascii="Arial" w:hAnsi="Arial" w:cs="Arial"/>
        </w:rPr>
        <w:t xml:space="preserve">3. DECLARAÇÃO DE ATENDIMENTO À POLÍTICA AMBIENTAL SUSTENTÁVEL: que atesta o atendimento à política pública ambiental sustentável. 4. DECLARAÇÃO DE RESERVA DE CARGOS: que para fins do disposto no inc. IV do art. 63 da Lei 14.133/2021, cumpre as exigências de reserva de cargos para pessoa com deficiência e para reabilitado da Previdência </w:t>
      </w:r>
      <w:r w:rsidRPr="00DB628C">
        <w:rPr>
          <w:rFonts w:ascii="Arial" w:hAnsi="Arial" w:cs="Arial"/>
        </w:rPr>
        <w:lastRenderedPageBreak/>
        <w:t>Social, previstas em lei e em outras normas específicas. São verdadeiras as informações prestadas no presente documento, sob pena de responsabilidade civil, administrativa e penal.</w:t>
      </w:r>
    </w:p>
    <w:p w14:paraId="63ACD882" w14:textId="77777777" w:rsidR="00B417A9" w:rsidRDefault="00B417A9" w:rsidP="001166E7">
      <w:pPr>
        <w:ind w:right="-91"/>
        <w:rPr>
          <w:rFonts w:ascii="Arial" w:hAnsi="Arial" w:cs="Arial"/>
        </w:rPr>
      </w:pPr>
    </w:p>
    <w:p w14:paraId="43462470" w14:textId="76678ABA" w:rsidR="00DC45B0" w:rsidRPr="00DB628C" w:rsidRDefault="00B417A9" w:rsidP="001166E7">
      <w:pPr>
        <w:ind w:right="-91"/>
        <w:rPr>
          <w:rFonts w:ascii="Arial" w:hAnsi="Arial" w:cs="Arial"/>
        </w:rPr>
      </w:pPr>
      <w:r w:rsidRPr="00E624A1">
        <w:rPr>
          <w:rFonts w:ascii="Arial" w:hAnsi="Arial" w:cs="Arial"/>
        </w:rPr>
        <w:sym w:font="Symbol" w:char="F0B7"/>
      </w:r>
      <w:r w:rsidR="00DC45B0" w:rsidRPr="00DB628C">
        <w:rPr>
          <w:rFonts w:ascii="Arial" w:hAnsi="Arial" w:cs="Arial"/>
        </w:rPr>
        <w:t>D</w:t>
      </w:r>
      <w:r w:rsidR="001726F0" w:rsidRPr="00DB628C">
        <w:rPr>
          <w:rFonts w:ascii="Arial" w:hAnsi="Arial" w:cs="Arial"/>
        </w:rPr>
        <w:t>eclara</w:t>
      </w:r>
      <w:r w:rsidR="00DC45B0" w:rsidRPr="00DB628C">
        <w:rPr>
          <w:rFonts w:ascii="Arial" w:hAnsi="Arial" w:cs="Arial"/>
        </w:rPr>
        <w:t>, para fins de participação e sob as penas da Lei, que esta empresa, na presente data, é considerada:</w:t>
      </w:r>
    </w:p>
    <w:p w14:paraId="2A7DE20D" w14:textId="77777777" w:rsidR="001726F0" w:rsidRPr="00DB628C" w:rsidRDefault="001726F0" w:rsidP="001166E7">
      <w:pPr>
        <w:ind w:right="-91"/>
        <w:rPr>
          <w:rFonts w:ascii="Arial" w:hAnsi="Arial" w:cs="Arial"/>
        </w:rPr>
      </w:pPr>
    </w:p>
    <w:p w14:paraId="00BED57E" w14:textId="106269B4" w:rsidR="00DC45B0" w:rsidRPr="00DB628C" w:rsidRDefault="00DC45B0" w:rsidP="001166E7">
      <w:pPr>
        <w:ind w:right="-91"/>
        <w:rPr>
          <w:rFonts w:ascii="Arial" w:hAnsi="Arial" w:cs="Arial"/>
        </w:rPr>
      </w:pPr>
      <w:r w:rsidRPr="00DB628C">
        <w:rPr>
          <w:rFonts w:ascii="Arial" w:hAnsi="Arial" w:cs="Arial"/>
        </w:rPr>
        <w:t>(</w:t>
      </w:r>
      <w:proofErr w:type="gramStart"/>
      <w:r w:rsidRPr="00DB628C">
        <w:rPr>
          <w:rFonts w:ascii="Arial" w:hAnsi="Arial" w:cs="Arial"/>
        </w:rPr>
        <w:t>X )</w:t>
      </w:r>
      <w:proofErr w:type="gramEnd"/>
      <w:r w:rsidRPr="00DB628C">
        <w:rPr>
          <w:rFonts w:ascii="Arial" w:hAnsi="Arial" w:cs="Arial"/>
        </w:rPr>
        <w:t xml:space="preserve"> MICROEMPRESA, conforme inc. I do art. 3º da LC 123/2006; </w:t>
      </w:r>
    </w:p>
    <w:p w14:paraId="0BFCED52" w14:textId="77777777" w:rsidR="00DC45B0" w:rsidRPr="00DB628C" w:rsidRDefault="00DC45B0" w:rsidP="001166E7">
      <w:pPr>
        <w:ind w:right="-91"/>
        <w:rPr>
          <w:rFonts w:ascii="Arial" w:hAnsi="Arial" w:cs="Arial"/>
        </w:rPr>
      </w:pPr>
    </w:p>
    <w:p w14:paraId="0C9A9291" w14:textId="7D4203DE" w:rsidR="001726F0" w:rsidRPr="00DB628C" w:rsidRDefault="00DC45B0" w:rsidP="00DC45B0">
      <w:pPr>
        <w:ind w:right="-91"/>
        <w:rPr>
          <w:rFonts w:ascii="Arial" w:hAnsi="Arial" w:cs="Arial"/>
        </w:rPr>
      </w:pPr>
      <w:r w:rsidRPr="00DB628C">
        <w:rPr>
          <w:rFonts w:ascii="Arial" w:hAnsi="Arial" w:cs="Arial"/>
        </w:rPr>
        <w:t xml:space="preserve"> </w:t>
      </w:r>
      <w:r w:rsidR="00B417A9" w:rsidRPr="00E624A1">
        <w:rPr>
          <w:rFonts w:ascii="Arial" w:hAnsi="Arial" w:cs="Arial"/>
        </w:rPr>
        <w:sym w:font="Symbol" w:char="F0B7"/>
      </w:r>
      <w:r w:rsidRPr="00DB628C">
        <w:rPr>
          <w:rFonts w:ascii="Arial" w:hAnsi="Arial" w:cs="Arial"/>
        </w:rPr>
        <w:t>D</w:t>
      </w:r>
      <w:r w:rsidR="001726F0" w:rsidRPr="00DB628C">
        <w:rPr>
          <w:rFonts w:ascii="Arial" w:hAnsi="Arial" w:cs="Arial"/>
        </w:rPr>
        <w:t>eclara</w:t>
      </w:r>
      <w:r w:rsidRPr="00DB628C">
        <w:rPr>
          <w:rFonts w:ascii="Arial" w:hAnsi="Arial" w:cs="Arial"/>
        </w:rPr>
        <w:t xml:space="preserve"> ainda: </w:t>
      </w:r>
    </w:p>
    <w:p w14:paraId="02F2AEA6" w14:textId="77777777" w:rsidR="001726F0" w:rsidRPr="00DB628C" w:rsidRDefault="00DC45B0" w:rsidP="00DC45B0">
      <w:pPr>
        <w:ind w:right="-91"/>
        <w:rPr>
          <w:rFonts w:ascii="Arial" w:hAnsi="Arial" w:cs="Arial"/>
        </w:rPr>
      </w:pPr>
      <w:r w:rsidRPr="00DB628C">
        <w:rPr>
          <w:rFonts w:ascii="Arial" w:hAnsi="Arial" w:cs="Arial"/>
        </w:rPr>
        <w:t xml:space="preserve">1. Que a empresa está excluída das vedações constantes do § 4º do art. 3º da LC 123/2006; </w:t>
      </w:r>
    </w:p>
    <w:p w14:paraId="59E39F19" w14:textId="5F3F0C51" w:rsidR="00DC45B0" w:rsidRPr="00E624A1" w:rsidRDefault="00DC45B0" w:rsidP="00DC45B0">
      <w:pPr>
        <w:ind w:right="-91"/>
        <w:rPr>
          <w:rFonts w:ascii="Arial" w:hAnsi="Arial" w:cs="Arial"/>
        </w:rPr>
      </w:pPr>
      <w:r w:rsidRPr="00DB628C">
        <w:rPr>
          <w:rFonts w:ascii="Arial" w:hAnsi="Arial" w:cs="Arial"/>
        </w:rPr>
        <w:t xml:space="preserve">2. Que no ano-calendário de realização deste certame, não celebrou contratos com a Administração Pública, cujos valores somados extrapolem a receita bruta máxima admitida para fins de obtenção dos benefícios previstos nos </w:t>
      </w:r>
      <w:proofErr w:type="spellStart"/>
      <w:r w:rsidRPr="00DB628C">
        <w:rPr>
          <w:rFonts w:ascii="Arial" w:hAnsi="Arial" w:cs="Arial"/>
        </w:rPr>
        <w:t>arts</w:t>
      </w:r>
      <w:proofErr w:type="spellEnd"/>
      <w:r w:rsidRPr="00DB628C">
        <w:rPr>
          <w:rFonts w:ascii="Arial" w:hAnsi="Arial" w:cs="Arial"/>
        </w:rPr>
        <w:t>. 42 a 49, da LC 123/2006. 3. Que são verdadeiras as informações prestadas no presente documento, sob pena de responsabilidade civil, administrativa e penal.</w:t>
      </w:r>
      <w:r w:rsidR="00E624A1">
        <w:rPr>
          <w:rFonts w:ascii="Arial" w:hAnsi="Arial" w:cs="Arial"/>
        </w:rPr>
        <w:br/>
        <w:t>3.</w:t>
      </w:r>
      <w:r w:rsidR="00E624A1" w:rsidRPr="00E624A1">
        <w:t xml:space="preserve"> </w:t>
      </w:r>
      <w:r w:rsidR="00E624A1" w:rsidRPr="00E624A1">
        <w:rPr>
          <w:rFonts w:ascii="Arial" w:hAnsi="Arial" w:cs="Arial"/>
        </w:rPr>
        <w:t>DECLARA, sob as penas elencadas na Lei Federal n°14.133, de 2021, que não extrapolou a receita bruta máxima admitida para fins de enquadramento como Empresa de Pequeno Porte no ano-calendário desta licitação, em conformidade com o previsto no inciso II, do art. 3° da Lei Complementar n° 123, de 15 de dezembro de 2006.</w:t>
      </w:r>
    </w:p>
    <w:p w14:paraId="7D3C1B66" w14:textId="77777777" w:rsidR="001726F0" w:rsidRPr="00E624A1" w:rsidRDefault="001726F0" w:rsidP="00DC45B0">
      <w:pPr>
        <w:ind w:right="-91"/>
        <w:rPr>
          <w:rFonts w:ascii="Arial" w:hAnsi="Arial" w:cs="Arial"/>
        </w:rPr>
      </w:pPr>
    </w:p>
    <w:p w14:paraId="5679084A" w14:textId="689B570E" w:rsidR="001726F0" w:rsidRPr="00DB628C" w:rsidRDefault="00B417A9" w:rsidP="00DC45B0">
      <w:pPr>
        <w:ind w:right="-91"/>
        <w:rPr>
          <w:rFonts w:ascii="Arial" w:hAnsi="Arial" w:cs="Arial"/>
        </w:rPr>
      </w:pPr>
      <w:r w:rsidRPr="00E624A1">
        <w:rPr>
          <w:rFonts w:ascii="Arial" w:hAnsi="Arial" w:cs="Arial"/>
        </w:rPr>
        <w:sym w:font="Symbol" w:char="F0B7"/>
      </w:r>
      <w:r w:rsidR="001726F0" w:rsidRPr="00DB628C">
        <w:rPr>
          <w:rFonts w:ascii="Arial" w:hAnsi="Arial" w:cs="Arial"/>
        </w:rPr>
        <w:t xml:space="preserve">Declara, que possui responsabilidade exclusiva sobre a quitação dos encargos trabalhistas e sociais, decorrentes da Ata de Registro de Preços, oriunda do Processo na modalidade de Pregão Eletrônico, firmado com o Município </w:t>
      </w:r>
      <w:r w:rsidR="00DB628C" w:rsidRPr="00DB628C">
        <w:rPr>
          <w:rFonts w:ascii="Arial" w:hAnsi="Arial" w:cs="Arial"/>
        </w:rPr>
        <w:t xml:space="preserve">de </w:t>
      </w:r>
      <w:proofErr w:type="spellStart"/>
      <w:r w:rsidR="00E624A1">
        <w:rPr>
          <w:rFonts w:ascii="Arial" w:hAnsi="Arial" w:cs="Arial"/>
        </w:rPr>
        <w:t>Agrolandia</w:t>
      </w:r>
      <w:proofErr w:type="spellEnd"/>
      <w:r w:rsidR="00DB628C" w:rsidRPr="00DB628C">
        <w:rPr>
          <w:rFonts w:ascii="Arial" w:hAnsi="Arial" w:cs="Arial"/>
        </w:rPr>
        <w:t xml:space="preserve"> SC</w:t>
      </w:r>
      <w:r w:rsidR="001726F0" w:rsidRPr="00DB628C">
        <w:rPr>
          <w:rFonts w:ascii="Arial" w:hAnsi="Arial" w:cs="Arial"/>
        </w:rPr>
        <w:t>.</w:t>
      </w:r>
    </w:p>
    <w:p w14:paraId="517DA8DD" w14:textId="5E88CAFE" w:rsidR="001726F0" w:rsidRPr="00DB628C" w:rsidRDefault="001726F0" w:rsidP="00DC45B0">
      <w:pPr>
        <w:ind w:right="-91"/>
        <w:rPr>
          <w:rFonts w:ascii="Arial" w:hAnsi="Arial" w:cs="Arial"/>
        </w:rPr>
      </w:pPr>
    </w:p>
    <w:p w14:paraId="48B6958E" w14:textId="77777777" w:rsidR="00B417A9" w:rsidRDefault="00B417A9" w:rsidP="00DC45B0">
      <w:pPr>
        <w:ind w:right="-91"/>
        <w:rPr>
          <w:rFonts w:ascii="Arial" w:hAnsi="Arial" w:cs="Arial"/>
        </w:rPr>
      </w:pPr>
    </w:p>
    <w:p w14:paraId="40E06CC8" w14:textId="78FACDD0" w:rsidR="001726F0" w:rsidRPr="00DB628C" w:rsidRDefault="001726F0" w:rsidP="00DC45B0">
      <w:pPr>
        <w:ind w:right="-91"/>
        <w:rPr>
          <w:rFonts w:ascii="Arial" w:hAnsi="Arial" w:cs="Arial"/>
        </w:rPr>
      </w:pPr>
      <w:r w:rsidRPr="00DB628C">
        <w:rPr>
          <w:rFonts w:ascii="Arial" w:hAnsi="Arial" w:cs="Arial"/>
        </w:rPr>
        <w:t>Por ser verdade, firmo a presente declaração.</w:t>
      </w:r>
    </w:p>
    <w:p w14:paraId="777F2AED" w14:textId="77777777" w:rsidR="00783B34" w:rsidRPr="00DB628C" w:rsidRDefault="00783B34" w:rsidP="00783B34">
      <w:pPr>
        <w:ind w:right="-91"/>
        <w:jc w:val="right"/>
        <w:rPr>
          <w:rFonts w:ascii="Arial" w:hAnsi="Arial" w:cs="Arial"/>
        </w:rPr>
      </w:pPr>
    </w:p>
    <w:p w14:paraId="45BF1702" w14:textId="77777777" w:rsidR="001166E7" w:rsidRDefault="001166E7" w:rsidP="00783B34">
      <w:pPr>
        <w:ind w:right="-91"/>
        <w:jc w:val="right"/>
        <w:rPr>
          <w:rFonts w:ascii="Calibri" w:hAnsi="Calibri" w:cs="Calibri"/>
        </w:rPr>
      </w:pPr>
    </w:p>
    <w:p w14:paraId="601625ED" w14:textId="77777777" w:rsidR="001166E7" w:rsidRDefault="001166E7" w:rsidP="00783B34">
      <w:pPr>
        <w:ind w:right="-91"/>
        <w:jc w:val="right"/>
        <w:rPr>
          <w:rFonts w:ascii="Calibri" w:hAnsi="Calibri" w:cs="Calibri"/>
        </w:rPr>
      </w:pPr>
    </w:p>
    <w:p w14:paraId="5BE69D30" w14:textId="77777777" w:rsidR="001726F0" w:rsidRDefault="001726F0" w:rsidP="00783B34">
      <w:pPr>
        <w:ind w:right="-91"/>
        <w:jc w:val="right"/>
        <w:rPr>
          <w:rFonts w:ascii="Calibri" w:hAnsi="Calibri" w:cs="Calibri"/>
        </w:rPr>
      </w:pPr>
    </w:p>
    <w:p w14:paraId="7A405F56" w14:textId="77777777" w:rsidR="001726F0" w:rsidRDefault="001726F0" w:rsidP="00783B34">
      <w:pPr>
        <w:ind w:right="-91"/>
        <w:jc w:val="right"/>
        <w:rPr>
          <w:rFonts w:ascii="Calibri" w:hAnsi="Calibri" w:cs="Calibri"/>
        </w:rPr>
      </w:pPr>
    </w:p>
    <w:p w14:paraId="308E6206" w14:textId="77777777" w:rsidR="001726F0" w:rsidRDefault="001726F0" w:rsidP="00783B34">
      <w:pPr>
        <w:ind w:right="-91"/>
        <w:jc w:val="right"/>
        <w:rPr>
          <w:rFonts w:ascii="Calibri" w:hAnsi="Calibri" w:cs="Calibri"/>
        </w:rPr>
      </w:pPr>
    </w:p>
    <w:p w14:paraId="518113BA" w14:textId="77777777" w:rsidR="001726F0" w:rsidRDefault="001726F0" w:rsidP="00783B34">
      <w:pPr>
        <w:ind w:right="-91"/>
        <w:jc w:val="right"/>
        <w:rPr>
          <w:rFonts w:ascii="Calibri" w:hAnsi="Calibri" w:cs="Calibri"/>
        </w:rPr>
      </w:pPr>
    </w:p>
    <w:p w14:paraId="7B100A10" w14:textId="77777777" w:rsidR="001726F0" w:rsidRDefault="001726F0" w:rsidP="00783B34">
      <w:pPr>
        <w:ind w:right="-91"/>
        <w:jc w:val="right"/>
        <w:rPr>
          <w:rFonts w:ascii="Calibri" w:hAnsi="Calibri" w:cs="Calibri"/>
        </w:rPr>
      </w:pPr>
    </w:p>
    <w:p w14:paraId="7E609886" w14:textId="1A5DBA23" w:rsidR="001D4146" w:rsidRPr="00F17128" w:rsidRDefault="00D14740" w:rsidP="00783B34">
      <w:pPr>
        <w:ind w:right="-91"/>
        <w:jc w:val="right"/>
        <w:rPr>
          <w:rFonts w:ascii="Calibri" w:hAnsi="Calibri" w:cs="Calibri"/>
        </w:rPr>
      </w:pPr>
      <w:r w:rsidRPr="00A5256F">
        <w:rPr>
          <w:rFonts w:ascii="Calibri" w:hAnsi="Calibri" w:cs="Calibri"/>
        </w:rPr>
        <w:t xml:space="preserve">ERECHIM, </w:t>
      </w:r>
      <w:r w:rsidR="00F62F6D">
        <w:rPr>
          <w:rFonts w:ascii="Calibri" w:hAnsi="Calibri" w:cs="Calibri"/>
        </w:rPr>
        <w:t>06</w:t>
      </w:r>
      <w:r w:rsidR="00D5487D" w:rsidRPr="00A5256F">
        <w:rPr>
          <w:rFonts w:ascii="Calibri" w:hAnsi="Calibri" w:cs="Calibri"/>
        </w:rPr>
        <w:t xml:space="preserve"> de </w:t>
      </w:r>
      <w:proofErr w:type="gramStart"/>
      <w:r w:rsidR="00F62F6D">
        <w:rPr>
          <w:rFonts w:ascii="Calibri" w:hAnsi="Calibri" w:cs="Calibri"/>
        </w:rPr>
        <w:t>Junho</w:t>
      </w:r>
      <w:proofErr w:type="gramEnd"/>
      <w:r w:rsidR="00D5487D" w:rsidRPr="00A5256F">
        <w:rPr>
          <w:rFonts w:ascii="Calibri" w:hAnsi="Calibri" w:cs="Calibri"/>
        </w:rPr>
        <w:t xml:space="preserve"> de</w:t>
      </w:r>
      <w:r w:rsidRPr="00A5256F">
        <w:rPr>
          <w:rFonts w:ascii="Calibri" w:hAnsi="Calibri" w:cs="Calibri"/>
        </w:rPr>
        <w:t xml:space="preserve"> 20</w:t>
      </w:r>
      <w:r w:rsidR="006F43DC" w:rsidRPr="00A5256F">
        <w:rPr>
          <w:rFonts w:ascii="Calibri" w:hAnsi="Calibri" w:cs="Calibri"/>
        </w:rPr>
        <w:t>24.</w:t>
      </w:r>
    </w:p>
    <w:sectPr w:rsidR="001D4146" w:rsidRPr="00F17128" w:rsidSect="00F016EE">
      <w:headerReference w:type="default" r:id="rId9"/>
      <w:footerReference w:type="even" r:id="rId10"/>
      <w:footerReference w:type="default" r:id="rId11"/>
      <w:pgSz w:w="12240" w:h="15840"/>
      <w:pgMar w:top="0" w:right="1183" w:bottom="284" w:left="993" w:header="142"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2F399" w14:textId="77777777" w:rsidR="0021756F" w:rsidRDefault="0021756F">
      <w:r>
        <w:separator/>
      </w:r>
    </w:p>
  </w:endnote>
  <w:endnote w:type="continuationSeparator" w:id="0">
    <w:p w14:paraId="2E825D43" w14:textId="77777777" w:rsidR="0021756F" w:rsidRDefault="0021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ivaldi">
    <w:panose1 w:val="0302060205050609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B7F71" w14:textId="77777777" w:rsidR="001F5BBA" w:rsidRDefault="0087125B">
    <w:pPr>
      <w:pStyle w:val="Rodap"/>
      <w:framePr w:wrap="around" w:vAnchor="text" w:hAnchor="margin" w:xAlign="right" w:y="1"/>
      <w:rPr>
        <w:rStyle w:val="Nmerodepgina"/>
      </w:rPr>
    </w:pPr>
    <w:r>
      <w:rPr>
        <w:rStyle w:val="Nmerodepgina"/>
      </w:rPr>
      <w:fldChar w:fldCharType="begin"/>
    </w:r>
    <w:r w:rsidR="001F5BBA">
      <w:rPr>
        <w:rStyle w:val="Nmerodepgina"/>
      </w:rPr>
      <w:instrText xml:space="preserve">PAGE  </w:instrText>
    </w:r>
    <w:r>
      <w:rPr>
        <w:rStyle w:val="Nmerodepgina"/>
      </w:rPr>
      <w:fldChar w:fldCharType="end"/>
    </w:r>
  </w:p>
  <w:p w14:paraId="36A4E9BD" w14:textId="77777777" w:rsidR="001F5BBA" w:rsidRDefault="001F5BBA">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BFA92" w14:textId="77777777" w:rsidR="001F5BBA" w:rsidRDefault="0087125B">
    <w:pPr>
      <w:pStyle w:val="Rodap"/>
      <w:framePr w:wrap="around" w:vAnchor="text" w:hAnchor="margin" w:xAlign="right" w:y="1"/>
      <w:rPr>
        <w:rStyle w:val="Nmerodepgina"/>
      </w:rPr>
    </w:pPr>
    <w:r>
      <w:rPr>
        <w:rStyle w:val="Nmerodepgina"/>
      </w:rPr>
      <w:fldChar w:fldCharType="begin"/>
    </w:r>
    <w:r w:rsidR="001F5BBA">
      <w:rPr>
        <w:rStyle w:val="Nmerodepgina"/>
      </w:rPr>
      <w:instrText xml:space="preserve">PAGE  </w:instrText>
    </w:r>
    <w:r>
      <w:rPr>
        <w:rStyle w:val="Nmerodepgina"/>
      </w:rPr>
      <w:fldChar w:fldCharType="separate"/>
    </w:r>
    <w:r w:rsidR="009F021E">
      <w:rPr>
        <w:rStyle w:val="Nmerodepgina"/>
        <w:noProof/>
      </w:rPr>
      <w:t>1</w:t>
    </w:r>
    <w:r>
      <w:rPr>
        <w:rStyle w:val="Nmerodepgina"/>
      </w:rPr>
      <w:fldChar w:fldCharType="end"/>
    </w:r>
  </w:p>
  <w:p w14:paraId="02385AD5" w14:textId="77777777" w:rsidR="001F5BBA" w:rsidRPr="00CF4341" w:rsidRDefault="001F5BBA" w:rsidP="0085758C">
    <w:pPr>
      <w:pStyle w:val="Rodap"/>
      <w:ind w:right="360"/>
      <w:jc w:val="center"/>
      <w:rPr>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68297" w14:textId="77777777" w:rsidR="0021756F" w:rsidRDefault="0021756F">
      <w:r>
        <w:separator/>
      </w:r>
    </w:p>
  </w:footnote>
  <w:footnote w:type="continuationSeparator" w:id="0">
    <w:p w14:paraId="526524C7" w14:textId="77777777" w:rsidR="0021756F" w:rsidRDefault="00217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960AD" w14:textId="77777777" w:rsidR="001F5BBA" w:rsidRPr="00AE0F27" w:rsidRDefault="001F5BBA" w:rsidP="005C2861">
    <w:pPr>
      <w:pStyle w:val="Cabealho"/>
      <w:shd w:val="clear" w:color="auto" w:fill="FFFFFF"/>
      <w:rPr>
        <w:rFonts w:ascii="Vivaldi" w:hAnsi="Vivaldi"/>
        <w:color w:val="0000FF"/>
        <w:sz w:val="96"/>
        <w:szCs w:val="96"/>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0000004"/>
    <w:multiLevelType w:val="multilevel"/>
    <w:tmpl w:val="00000004"/>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2" w15:restartNumberingAfterBreak="0">
    <w:nsid w:val="13A25DCA"/>
    <w:multiLevelType w:val="singleLevel"/>
    <w:tmpl w:val="A34409C4"/>
    <w:lvl w:ilvl="0">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4094870"/>
    <w:multiLevelType w:val="hybridMultilevel"/>
    <w:tmpl w:val="8DCC2DC0"/>
    <w:lvl w:ilvl="0" w:tplc="0BCCF398">
      <w:start w:val="1"/>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4AB1FAB"/>
    <w:multiLevelType w:val="multilevel"/>
    <w:tmpl w:val="7AD256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EB540D"/>
    <w:multiLevelType w:val="hybridMultilevel"/>
    <w:tmpl w:val="A26480C8"/>
    <w:lvl w:ilvl="0" w:tplc="04160013">
      <w:start w:val="1"/>
      <w:numFmt w:val="upperRoman"/>
      <w:lvlText w:val="%1."/>
      <w:lvlJc w:val="right"/>
      <w:pPr>
        <w:tabs>
          <w:tab w:val="num" w:pos="720"/>
        </w:tabs>
        <w:ind w:left="720" w:hanging="180"/>
      </w:pPr>
    </w:lvl>
    <w:lvl w:ilvl="1" w:tplc="0416000B">
      <w:start w:val="1"/>
      <w:numFmt w:val="bullet"/>
      <w:lvlText w:val=""/>
      <w:lvlJc w:val="left"/>
      <w:pPr>
        <w:tabs>
          <w:tab w:val="num" w:pos="1440"/>
        </w:tabs>
        <w:ind w:left="1440" w:hanging="360"/>
      </w:pPr>
      <w:rPr>
        <w:rFonts w:ascii="Wingdings" w:hAnsi="Wingdings" w:hint="default"/>
      </w:rPr>
    </w:lvl>
    <w:lvl w:ilvl="2" w:tplc="FA5AFADC">
      <w:start w:val="2"/>
      <w:numFmt w:val="upperRoman"/>
      <w:lvlText w:val="%3."/>
      <w:lvlJc w:val="right"/>
      <w:pPr>
        <w:tabs>
          <w:tab w:val="num" w:pos="2160"/>
        </w:tabs>
        <w:ind w:left="2160" w:hanging="18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15:restartNumberingAfterBreak="0">
    <w:nsid w:val="18D13415"/>
    <w:multiLevelType w:val="hybridMultilevel"/>
    <w:tmpl w:val="C84A76AA"/>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205F02E6"/>
    <w:multiLevelType w:val="hybridMultilevel"/>
    <w:tmpl w:val="1EBA4844"/>
    <w:lvl w:ilvl="0" w:tplc="FFFFFFFF">
      <w:start w:val="1"/>
      <w:numFmt w:val="lowerLetter"/>
      <w:lvlText w:val="%1)"/>
      <w:lvlJc w:val="left"/>
      <w:pPr>
        <w:tabs>
          <w:tab w:val="num" w:pos="1785"/>
        </w:tabs>
        <w:ind w:left="1785" w:hanging="360"/>
      </w:pPr>
      <w:rPr>
        <w:rFonts w:hint="default"/>
      </w:rPr>
    </w:lvl>
    <w:lvl w:ilvl="1" w:tplc="FFFFFFFF">
      <w:start w:val="1"/>
      <w:numFmt w:val="lowerLetter"/>
      <w:lvlText w:val="%2."/>
      <w:lvlJc w:val="left"/>
      <w:pPr>
        <w:tabs>
          <w:tab w:val="num" w:pos="2505"/>
        </w:tabs>
        <w:ind w:left="2505" w:hanging="360"/>
      </w:pPr>
    </w:lvl>
    <w:lvl w:ilvl="2" w:tplc="FFFFFFFF" w:tentative="1">
      <w:start w:val="1"/>
      <w:numFmt w:val="lowerRoman"/>
      <w:lvlText w:val="%3."/>
      <w:lvlJc w:val="right"/>
      <w:pPr>
        <w:tabs>
          <w:tab w:val="num" w:pos="3225"/>
        </w:tabs>
        <w:ind w:left="3225" w:hanging="180"/>
      </w:pPr>
    </w:lvl>
    <w:lvl w:ilvl="3" w:tplc="FFFFFFFF" w:tentative="1">
      <w:start w:val="1"/>
      <w:numFmt w:val="decimal"/>
      <w:lvlText w:val="%4."/>
      <w:lvlJc w:val="left"/>
      <w:pPr>
        <w:tabs>
          <w:tab w:val="num" w:pos="3945"/>
        </w:tabs>
        <w:ind w:left="3945" w:hanging="360"/>
      </w:pPr>
    </w:lvl>
    <w:lvl w:ilvl="4" w:tplc="FFFFFFFF" w:tentative="1">
      <w:start w:val="1"/>
      <w:numFmt w:val="lowerLetter"/>
      <w:lvlText w:val="%5."/>
      <w:lvlJc w:val="left"/>
      <w:pPr>
        <w:tabs>
          <w:tab w:val="num" w:pos="4665"/>
        </w:tabs>
        <w:ind w:left="4665" w:hanging="360"/>
      </w:pPr>
    </w:lvl>
    <w:lvl w:ilvl="5" w:tplc="FFFFFFFF" w:tentative="1">
      <w:start w:val="1"/>
      <w:numFmt w:val="lowerRoman"/>
      <w:lvlText w:val="%6."/>
      <w:lvlJc w:val="right"/>
      <w:pPr>
        <w:tabs>
          <w:tab w:val="num" w:pos="5385"/>
        </w:tabs>
        <w:ind w:left="5385" w:hanging="180"/>
      </w:pPr>
    </w:lvl>
    <w:lvl w:ilvl="6" w:tplc="FFFFFFFF" w:tentative="1">
      <w:start w:val="1"/>
      <w:numFmt w:val="decimal"/>
      <w:lvlText w:val="%7."/>
      <w:lvlJc w:val="left"/>
      <w:pPr>
        <w:tabs>
          <w:tab w:val="num" w:pos="6105"/>
        </w:tabs>
        <w:ind w:left="6105" w:hanging="360"/>
      </w:pPr>
    </w:lvl>
    <w:lvl w:ilvl="7" w:tplc="FFFFFFFF" w:tentative="1">
      <w:start w:val="1"/>
      <w:numFmt w:val="lowerLetter"/>
      <w:lvlText w:val="%8."/>
      <w:lvlJc w:val="left"/>
      <w:pPr>
        <w:tabs>
          <w:tab w:val="num" w:pos="6825"/>
        </w:tabs>
        <w:ind w:left="6825" w:hanging="360"/>
      </w:pPr>
    </w:lvl>
    <w:lvl w:ilvl="8" w:tplc="FFFFFFFF" w:tentative="1">
      <w:start w:val="1"/>
      <w:numFmt w:val="lowerRoman"/>
      <w:lvlText w:val="%9."/>
      <w:lvlJc w:val="right"/>
      <w:pPr>
        <w:tabs>
          <w:tab w:val="num" w:pos="7545"/>
        </w:tabs>
        <w:ind w:left="7545" w:hanging="180"/>
      </w:pPr>
    </w:lvl>
  </w:abstractNum>
  <w:abstractNum w:abstractNumId="8" w15:restartNumberingAfterBreak="0">
    <w:nsid w:val="244C1EC6"/>
    <w:multiLevelType w:val="multilevel"/>
    <w:tmpl w:val="F8383EFC"/>
    <w:lvl w:ilvl="0">
      <w:start w:val="1"/>
      <w:numFmt w:val="decimal"/>
      <w:lvlText w:val="%1."/>
      <w:lvlJc w:val="left"/>
      <w:pPr>
        <w:tabs>
          <w:tab w:val="num" w:pos="992"/>
        </w:tabs>
        <w:ind w:left="992" w:hanging="708"/>
      </w:pPr>
      <w:rPr>
        <w:b/>
        <w:i w:val="0"/>
      </w:rPr>
    </w:lvl>
    <w:lvl w:ilvl="1">
      <w:start w:val="1"/>
      <w:numFmt w:val="decimal"/>
      <w:lvlText w:val="%1.%2."/>
      <w:lvlJc w:val="left"/>
      <w:pPr>
        <w:tabs>
          <w:tab w:val="num" w:pos="-566"/>
        </w:tabs>
        <w:ind w:left="850" w:hanging="708"/>
      </w:pPr>
      <w:rPr>
        <w:b/>
        <w:i w:val="0"/>
      </w:rPr>
    </w:lvl>
    <w:lvl w:ilvl="2">
      <w:start w:val="1"/>
      <w:numFmt w:val="decimal"/>
      <w:lvlText w:val="%1.%2.%3."/>
      <w:lvlJc w:val="left"/>
      <w:pPr>
        <w:tabs>
          <w:tab w:val="num" w:pos="-565"/>
        </w:tabs>
        <w:ind w:left="1559" w:hanging="708"/>
      </w:pPr>
      <w:rPr>
        <w:b/>
        <w:i w:val="0"/>
      </w:rPr>
    </w:lvl>
    <w:lvl w:ilvl="3">
      <w:start w:val="1"/>
      <w:numFmt w:val="lowerLetter"/>
      <w:lvlText w:val="%4)"/>
      <w:lvlJc w:val="left"/>
      <w:pPr>
        <w:tabs>
          <w:tab w:val="num" w:pos="2484"/>
        </w:tabs>
        <w:ind w:left="2484" w:hanging="360"/>
      </w:pPr>
      <w:rPr>
        <w:rFonts w:hint="default"/>
        <w:b/>
        <w:i w:val="0"/>
      </w:r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9" w15:restartNumberingAfterBreak="0">
    <w:nsid w:val="3FB77F2E"/>
    <w:multiLevelType w:val="multilevel"/>
    <w:tmpl w:val="9EC2E9E2"/>
    <w:lvl w:ilvl="0">
      <w:start w:val="10"/>
      <w:numFmt w:val="decimal"/>
      <w:lvlText w:val="%1"/>
      <w:lvlJc w:val="left"/>
      <w:pPr>
        <w:tabs>
          <w:tab w:val="num" w:pos="705"/>
        </w:tabs>
        <w:ind w:left="705" w:hanging="705"/>
      </w:pPr>
      <w:rPr>
        <w:rFonts w:hint="default"/>
      </w:rPr>
    </w:lvl>
    <w:lvl w:ilvl="1">
      <w:start w:val="8"/>
      <w:numFmt w:val="decimal"/>
      <w:lvlText w:val="12.%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2127887"/>
    <w:multiLevelType w:val="multilevel"/>
    <w:tmpl w:val="C7B02F86"/>
    <w:lvl w:ilvl="0">
      <w:start w:val="1"/>
      <w:numFmt w:val="upperRoman"/>
      <w:lvlText w:val="%1."/>
      <w:lvlJc w:val="left"/>
      <w:pPr>
        <w:tabs>
          <w:tab w:val="num" w:pos="720"/>
        </w:tabs>
        <w:ind w:left="360" w:hanging="360"/>
      </w:pPr>
      <w:rPr>
        <w:rFonts w:ascii="Arial" w:hAnsi="Arial" w:hint="default"/>
        <w:b/>
        <w:i w:val="0"/>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510" w:hanging="51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DF44856"/>
    <w:multiLevelType w:val="hybridMultilevel"/>
    <w:tmpl w:val="99A62094"/>
    <w:lvl w:ilvl="0" w:tplc="40C4ECE4">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A85101"/>
    <w:multiLevelType w:val="hybridMultilevel"/>
    <w:tmpl w:val="95C2D39C"/>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67E4611B"/>
    <w:multiLevelType w:val="hybridMultilevel"/>
    <w:tmpl w:val="940CF482"/>
    <w:lvl w:ilvl="0" w:tplc="B1048C6C">
      <w:start w:val="2"/>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DC160D"/>
    <w:multiLevelType w:val="hybridMultilevel"/>
    <w:tmpl w:val="C4765E10"/>
    <w:lvl w:ilvl="0" w:tplc="7E9EFCCC">
      <w:start w:val="3"/>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16cid:durableId="341015357">
    <w:abstractNumId w:val="6"/>
  </w:num>
  <w:num w:numId="2" w16cid:durableId="1124888701">
    <w:abstractNumId w:val="0"/>
  </w:num>
  <w:num w:numId="3" w16cid:durableId="2097558690">
    <w:abstractNumId w:val="5"/>
  </w:num>
  <w:num w:numId="4" w16cid:durableId="1863862999">
    <w:abstractNumId w:val="2"/>
  </w:num>
  <w:num w:numId="5" w16cid:durableId="502673233">
    <w:abstractNumId w:val="11"/>
  </w:num>
  <w:num w:numId="6" w16cid:durableId="2104956357">
    <w:abstractNumId w:val="12"/>
  </w:num>
  <w:num w:numId="7" w16cid:durableId="1309280620">
    <w:abstractNumId w:val="1"/>
  </w:num>
  <w:num w:numId="8" w16cid:durableId="137307068">
    <w:abstractNumId w:val="7"/>
  </w:num>
  <w:num w:numId="9" w16cid:durableId="1904099288">
    <w:abstractNumId w:val="8"/>
  </w:num>
  <w:num w:numId="10" w16cid:durableId="1114447594">
    <w:abstractNumId w:val="14"/>
  </w:num>
  <w:num w:numId="11" w16cid:durableId="1744522772">
    <w:abstractNumId w:val="13"/>
  </w:num>
  <w:num w:numId="12" w16cid:durableId="312489251">
    <w:abstractNumId w:val="10"/>
  </w:num>
  <w:num w:numId="13" w16cid:durableId="1862863300">
    <w:abstractNumId w:val="9"/>
  </w:num>
  <w:num w:numId="14" w16cid:durableId="1860656325">
    <w:abstractNumId w:val="4"/>
  </w:num>
  <w:num w:numId="15" w16cid:durableId="13590426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6BA5"/>
    <w:rsid w:val="000013C2"/>
    <w:rsid w:val="000049EB"/>
    <w:rsid w:val="0000670B"/>
    <w:rsid w:val="000160A2"/>
    <w:rsid w:val="0002086C"/>
    <w:rsid w:val="00021231"/>
    <w:rsid w:val="0003113D"/>
    <w:rsid w:val="00033597"/>
    <w:rsid w:val="00034525"/>
    <w:rsid w:val="000369B9"/>
    <w:rsid w:val="00037D2F"/>
    <w:rsid w:val="00041BE2"/>
    <w:rsid w:val="00043882"/>
    <w:rsid w:val="00043F7C"/>
    <w:rsid w:val="00045BD5"/>
    <w:rsid w:val="00050EFA"/>
    <w:rsid w:val="00052FB1"/>
    <w:rsid w:val="000534E4"/>
    <w:rsid w:val="000547C9"/>
    <w:rsid w:val="00057156"/>
    <w:rsid w:val="0006427A"/>
    <w:rsid w:val="00067864"/>
    <w:rsid w:val="00073A3D"/>
    <w:rsid w:val="00074DE6"/>
    <w:rsid w:val="00075BE5"/>
    <w:rsid w:val="00081CCF"/>
    <w:rsid w:val="0008381F"/>
    <w:rsid w:val="00084D9D"/>
    <w:rsid w:val="000869E4"/>
    <w:rsid w:val="000910EF"/>
    <w:rsid w:val="00092772"/>
    <w:rsid w:val="000947C2"/>
    <w:rsid w:val="00097A6F"/>
    <w:rsid w:val="000A4E8A"/>
    <w:rsid w:val="000A7C0B"/>
    <w:rsid w:val="000B10A7"/>
    <w:rsid w:val="000B4719"/>
    <w:rsid w:val="000C5692"/>
    <w:rsid w:val="000C6404"/>
    <w:rsid w:val="000D0B64"/>
    <w:rsid w:val="000D3586"/>
    <w:rsid w:val="000D3AAC"/>
    <w:rsid w:val="000D5437"/>
    <w:rsid w:val="000E323E"/>
    <w:rsid w:val="000E655D"/>
    <w:rsid w:val="000F083A"/>
    <w:rsid w:val="000F61BE"/>
    <w:rsid w:val="000F6A54"/>
    <w:rsid w:val="001002F2"/>
    <w:rsid w:val="001004D1"/>
    <w:rsid w:val="0010071A"/>
    <w:rsid w:val="00100F75"/>
    <w:rsid w:val="0010324D"/>
    <w:rsid w:val="00104629"/>
    <w:rsid w:val="001056D7"/>
    <w:rsid w:val="00111297"/>
    <w:rsid w:val="00111824"/>
    <w:rsid w:val="0011289F"/>
    <w:rsid w:val="001166E7"/>
    <w:rsid w:val="00116714"/>
    <w:rsid w:val="00117D94"/>
    <w:rsid w:val="00122419"/>
    <w:rsid w:val="00123191"/>
    <w:rsid w:val="00127CD7"/>
    <w:rsid w:val="00127CD8"/>
    <w:rsid w:val="001309AF"/>
    <w:rsid w:val="00132EDB"/>
    <w:rsid w:val="00134EE4"/>
    <w:rsid w:val="00135D21"/>
    <w:rsid w:val="00136735"/>
    <w:rsid w:val="00137CB1"/>
    <w:rsid w:val="00141121"/>
    <w:rsid w:val="0014527F"/>
    <w:rsid w:val="00145F6D"/>
    <w:rsid w:val="00153FE2"/>
    <w:rsid w:val="00154D71"/>
    <w:rsid w:val="00157C3D"/>
    <w:rsid w:val="001610B5"/>
    <w:rsid w:val="00161AD6"/>
    <w:rsid w:val="00162828"/>
    <w:rsid w:val="00162BED"/>
    <w:rsid w:val="001632A8"/>
    <w:rsid w:val="001647DA"/>
    <w:rsid w:val="00165E48"/>
    <w:rsid w:val="00170258"/>
    <w:rsid w:val="001715D5"/>
    <w:rsid w:val="00171C7B"/>
    <w:rsid w:val="001726F0"/>
    <w:rsid w:val="001736B4"/>
    <w:rsid w:val="001763CE"/>
    <w:rsid w:val="00177BEA"/>
    <w:rsid w:val="0018061A"/>
    <w:rsid w:val="00180F31"/>
    <w:rsid w:val="00181ABF"/>
    <w:rsid w:val="001828D1"/>
    <w:rsid w:val="00191DC7"/>
    <w:rsid w:val="00194498"/>
    <w:rsid w:val="001951AD"/>
    <w:rsid w:val="00196DB1"/>
    <w:rsid w:val="00197173"/>
    <w:rsid w:val="00197B0B"/>
    <w:rsid w:val="001A0195"/>
    <w:rsid w:val="001A1A2A"/>
    <w:rsid w:val="001A56F8"/>
    <w:rsid w:val="001A6D4D"/>
    <w:rsid w:val="001B00B2"/>
    <w:rsid w:val="001B0770"/>
    <w:rsid w:val="001B116B"/>
    <w:rsid w:val="001B1C30"/>
    <w:rsid w:val="001B2266"/>
    <w:rsid w:val="001B4103"/>
    <w:rsid w:val="001B60CD"/>
    <w:rsid w:val="001C263A"/>
    <w:rsid w:val="001C5EB5"/>
    <w:rsid w:val="001D24DD"/>
    <w:rsid w:val="001D290B"/>
    <w:rsid w:val="001D3457"/>
    <w:rsid w:val="001D4146"/>
    <w:rsid w:val="001D7699"/>
    <w:rsid w:val="001E0833"/>
    <w:rsid w:val="001E53E9"/>
    <w:rsid w:val="001E5681"/>
    <w:rsid w:val="001E796E"/>
    <w:rsid w:val="001E7FF3"/>
    <w:rsid w:val="001F1AA9"/>
    <w:rsid w:val="001F1AD2"/>
    <w:rsid w:val="001F5015"/>
    <w:rsid w:val="001F5BBA"/>
    <w:rsid w:val="002015F7"/>
    <w:rsid w:val="002022EB"/>
    <w:rsid w:val="0020312A"/>
    <w:rsid w:val="00204BEA"/>
    <w:rsid w:val="00205338"/>
    <w:rsid w:val="00210443"/>
    <w:rsid w:val="00210CB3"/>
    <w:rsid w:val="0021302E"/>
    <w:rsid w:val="00214D77"/>
    <w:rsid w:val="002159D8"/>
    <w:rsid w:val="0021756F"/>
    <w:rsid w:val="002217C7"/>
    <w:rsid w:val="00221AA1"/>
    <w:rsid w:val="00225A0E"/>
    <w:rsid w:val="0022645D"/>
    <w:rsid w:val="00226915"/>
    <w:rsid w:val="002318AD"/>
    <w:rsid w:val="00232A31"/>
    <w:rsid w:val="002407AA"/>
    <w:rsid w:val="00240F54"/>
    <w:rsid w:val="00241E54"/>
    <w:rsid w:val="00245C18"/>
    <w:rsid w:val="00245C8D"/>
    <w:rsid w:val="00246CC9"/>
    <w:rsid w:val="00246F7D"/>
    <w:rsid w:val="00247C4A"/>
    <w:rsid w:val="00252590"/>
    <w:rsid w:val="00252D59"/>
    <w:rsid w:val="002539BF"/>
    <w:rsid w:val="002577AE"/>
    <w:rsid w:val="00261545"/>
    <w:rsid w:val="00265EF1"/>
    <w:rsid w:val="002661F6"/>
    <w:rsid w:val="0027013E"/>
    <w:rsid w:val="00270D5A"/>
    <w:rsid w:val="00273E7C"/>
    <w:rsid w:val="00280C58"/>
    <w:rsid w:val="00283084"/>
    <w:rsid w:val="002849EC"/>
    <w:rsid w:val="002871D6"/>
    <w:rsid w:val="002904FB"/>
    <w:rsid w:val="00291073"/>
    <w:rsid w:val="00296256"/>
    <w:rsid w:val="002968A8"/>
    <w:rsid w:val="00296A70"/>
    <w:rsid w:val="002A04BF"/>
    <w:rsid w:val="002A173A"/>
    <w:rsid w:val="002A4B98"/>
    <w:rsid w:val="002A6A3D"/>
    <w:rsid w:val="002B18A2"/>
    <w:rsid w:val="002B1A16"/>
    <w:rsid w:val="002B392E"/>
    <w:rsid w:val="002B43EC"/>
    <w:rsid w:val="002B57D0"/>
    <w:rsid w:val="002B6B01"/>
    <w:rsid w:val="002C03B2"/>
    <w:rsid w:val="002C05B6"/>
    <w:rsid w:val="002C1760"/>
    <w:rsid w:val="002C50DA"/>
    <w:rsid w:val="002C6283"/>
    <w:rsid w:val="002C6D80"/>
    <w:rsid w:val="002C7315"/>
    <w:rsid w:val="002C771B"/>
    <w:rsid w:val="002D4204"/>
    <w:rsid w:val="002D4AC4"/>
    <w:rsid w:val="002D5B71"/>
    <w:rsid w:val="002E2AA9"/>
    <w:rsid w:val="002E2DE9"/>
    <w:rsid w:val="002E2F11"/>
    <w:rsid w:val="002E6071"/>
    <w:rsid w:val="002E7C19"/>
    <w:rsid w:val="002F283A"/>
    <w:rsid w:val="002F32FC"/>
    <w:rsid w:val="002F464B"/>
    <w:rsid w:val="002F627E"/>
    <w:rsid w:val="00300ED3"/>
    <w:rsid w:val="003014A1"/>
    <w:rsid w:val="00306046"/>
    <w:rsid w:val="00311FAD"/>
    <w:rsid w:val="00313A09"/>
    <w:rsid w:val="003150D9"/>
    <w:rsid w:val="0031575B"/>
    <w:rsid w:val="00315EA0"/>
    <w:rsid w:val="003206EF"/>
    <w:rsid w:val="00320AB4"/>
    <w:rsid w:val="00321D15"/>
    <w:rsid w:val="00325D90"/>
    <w:rsid w:val="00326BEF"/>
    <w:rsid w:val="00331F15"/>
    <w:rsid w:val="00332905"/>
    <w:rsid w:val="003336CD"/>
    <w:rsid w:val="003352F2"/>
    <w:rsid w:val="003379FD"/>
    <w:rsid w:val="0034127E"/>
    <w:rsid w:val="00341730"/>
    <w:rsid w:val="00346712"/>
    <w:rsid w:val="003512BF"/>
    <w:rsid w:val="003512E3"/>
    <w:rsid w:val="00352764"/>
    <w:rsid w:val="00352956"/>
    <w:rsid w:val="00352D3B"/>
    <w:rsid w:val="00354071"/>
    <w:rsid w:val="00354EEA"/>
    <w:rsid w:val="00360BA2"/>
    <w:rsid w:val="00363034"/>
    <w:rsid w:val="00363895"/>
    <w:rsid w:val="00364882"/>
    <w:rsid w:val="00367218"/>
    <w:rsid w:val="00367AB2"/>
    <w:rsid w:val="003725C1"/>
    <w:rsid w:val="00373BFF"/>
    <w:rsid w:val="00374A8A"/>
    <w:rsid w:val="0037614C"/>
    <w:rsid w:val="003800DB"/>
    <w:rsid w:val="003803D7"/>
    <w:rsid w:val="00380CBE"/>
    <w:rsid w:val="00381D8B"/>
    <w:rsid w:val="00383C4D"/>
    <w:rsid w:val="003952CD"/>
    <w:rsid w:val="00395573"/>
    <w:rsid w:val="0039752D"/>
    <w:rsid w:val="00397B8C"/>
    <w:rsid w:val="003A171F"/>
    <w:rsid w:val="003A1A2C"/>
    <w:rsid w:val="003A2ECD"/>
    <w:rsid w:val="003A395F"/>
    <w:rsid w:val="003A3AB8"/>
    <w:rsid w:val="003A62CF"/>
    <w:rsid w:val="003B3FB4"/>
    <w:rsid w:val="003C054C"/>
    <w:rsid w:val="003C2095"/>
    <w:rsid w:val="003C33BB"/>
    <w:rsid w:val="003C4FB0"/>
    <w:rsid w:val="003D18C5"/>
    <w:rsid w:val="003D198B"/>
    <w:rsid w:val="003D53F9"/>
    <w:rsid w:val="003D6218"/>
    <w:rsid w:val="003E0441"/>
    <w:rsid w:val="003E7637"/>
    <w:rsid w:val="003F2589"/>
    <w:rsid w:val="003F6AAA"/>
    <w:rsid w:val="003F6E18"/>
    <w:rsid w:val="004001B0"/>
    <w:rsid w:val="0040206E"/>
    <w:rsid w:val="00403252"/>
    <w:rsid w:val="004048A6"/>
    <w:rsid w:val="00406D5E"/>
    <w:rsid w:val="00406FA7"/>
    <w:rsid w:val="00407458"/>
    <w:rsid w:val="0041099C"/>
    <w:rsid w:val="00413B83"/>
    <w:rsid w:val="0041461A"/>
    <w:rsid w:val="00415324"/>
    <w:rsid w:val="00427059"/>
    <w:rsid w:val="0043173D"/>
    <w:rsid w:val="00431A21"/>
    <w:rsid w:val="00431F3F"/>
    <w:rsid w:val="00432759"/>
    <w:rsid w:val="00433020"/>
    <w:rsid w:val="00436754"/>
    <w:rsid w:val="00445386"/>
    <w:rsid w:val="0044553B"/>
    <w:rsid w:val="0044789A"/>
    <w:rsid w:val="00451660"/>
    <w:rsid w:val="00455AF6"/>
    <w:rsid w:val="00461D51"/>
    <w:rsid w:val="0046459B"/>
    <w:rsid w:val="00470872"/>
    <w:rsid w:val="0048313A"/>
    <w:rsid w:val="004878B2"/>
    <w:rsid w:val="004974CE"/>
    <w:rsid w:val="004A00E8"/>
    <w:rsid w:val="004A02F4"/>
    <w:rsid w:val="004A2E96"/>
    <w:rsid w:val="004A4606"/>
    <w:rsid w:val="004B0671"/>
    <w:rsid w:val="004B151D"/>
    <w:rsid w:val="004B19C7"/>
    <w:rsid w:val="004B430C"/>
    <w:rsid w:val="004B76AE"/>
    <w:rsid w:val="004B7874"/>
    <w:rsid w:val="004C0B7E"/>
    <w:rsid w:val="004C182B"/>
    <w:rsid w:val="004C39EF"/>
    <w:rsid w:val="004C5EA6"/>
    <w:rsid w:val="004D22B1"/>
    <w:rsid w:val="004D2B19"/>
    <w:rsid w:val="004D5810"/>
    <w:rsid w:val="004E1997"/>
    <w:rsid w:val="004E3986"/>
    <w:rsid w:val="004E47F4"/>
    <w:rsid w:val="004E7032"/>
    <w:rsid w:val="004E735A"/>
    <w:rsid w:val="004F2019"/>
    <w:rsid w:val="004F54AC"/>
    <w:rsid w:val="004F5C10"/>
    <w:rsid w:val="00502E78"/>
    <w:rsid w:val="00503874"/>
    <w:rsid w:val="00506952"/>
    <w:rsid w:val="00507F23"/>
    <w:rsid w:val="005104A5"/>
    <w:rsid w:val="00510F5B"/>
    <w:rsid w:val="0051396E"/>
    <w:rsid w:val="00514225"/>
    <w:rsid w:val="00515948"/>
    <w:rsid w:val="00515B73"/>
    <w:rsid w:val="00521049"/>
    <w:rsid w:val="00522004"/>
    <w:rsid w:val="00522C93"/>
    <w:rsid w:val="00525538"/>
    <w:rsid w:val="005320FD"/>
    <w:rsid w:val="00532292"/>
    <w:rsid w:val="00534DCB"/>
    <w:rsid w:val="0054161D"/>
    <w:rsid w:val="00541F72"/>
    <w:rsid w:val="0054533B"/>
    <w:rsid w:val="00545EA7"/>
    <w:rsid w:val="0054722D"/>
    <w:rsid w:val="0055355F"/>
    <w:rsid w:val="00555FAF"/>
    <w:rsid w:val="00556441"/>
    <w:rsid w:val="00556697"/>
    <w:rsid w:val="00556F55"/>
    <w:rsid w:val="00565B14"/>
    <w:rsid w:val="00566D8F"/>
    <w:rsid w:val="00570C99"/>
    <w:rsid w:val="00571076"/>
    <w:rsid w:val="00577BC5"/>
    <w:rsid w:val="0058099B"/>
    <w:rsid w:val="00581C82"/>
    <w:rsid w:val="00587692"/>
    <w:rsid w:val="005902E9"/>
    <w:rsid w:val="00590AFC"/>
    <w:rsid w:val="0059136D"/>
    <w:rsid w:val="005A2DDA"/>
    <w:rsid w:val="005A55EE"/>
    <w:rsid w:val="005B05E0"/>
    <w:rsid w:val="005B25A8"/>
    <w:rsid w:val="005C0C6C"/>
    <w:rsid w:val="005C2861"/>
    <w:rsid w:val="005C60C0"/>
    <w:rsid w:val="005E261A"/>
    <w:rsid w:val="005E360D"/>
    <w:rsid w:val="005E3A35"/>
    <w:rsid w:val="005E59B9"/>
    <w:rsid w:val="005F025E"/>
    <w:rsid w:val="005F395B"/>
    <w:rsid w:val="005F3C3A"/>
    <w:rsid w:val="005F4C57"/>
    <w:rsid w:val="005F6172"/>
    <w:rsid w:val="00601288"/>
    <w:rsid w:val="00605192"/>
    <w:rsid w:val="006053C4"/>
    <w:rsid w:val="00606C73"/>
    <w:rsid w:val="00610148"/>
    <w:rsid w:val="00611B23"/>
    <w:rsid w:val="00611E80"/>
    <w:rsid w:val="006157E8"/>
    <w:rsid w:val="006170FD"/>
    <w:rsid w:val="006209E5"/>
    <w:rsid w:val="006244F3"/>
    <w:rsid w:val="00624B84"/>
    <w:rsid w:val="0062629A"/>
    <w:rsid w:val="00627047"/>
    <w:rsid w:val="00627392"/>
    <w:rsid w:val="0063182B"/>
    <w:rsid w:val="00631E45"/>
    <w:rsid w:val="00633720"/>
    <w:rsid w:val="00634771"/>
    <w:rsid w:val="00636CED"/>
    <w:rsid w:val="00640CF6"/>
    <w:rsid w:val="00644FF8"/>
    <w:rsid w:val="006511DC"/>
    <w:rsid w:val="00651AE8"/>
    <w:rsid w:val="006525D8"/>
    <w:rsid w:val="00652DDA"/>
    <w:rsid w:val="00653E28"/>
    <w:rsid w:val="00654D09"/>
    <w:rsid w:val="006562CA"/>
    <w:rsid w:val="00663171"/>
    <w:rsid w:val="00665CC5"/>
    <w:rsid w:val="00670BB6"/>
    <w:rsid w:val="0067468D"/>
    <w:rsid w:val="00674CCB"/>
    <w:rsid w:val="00675C50"/>
    <w:rsid w:val="006775A2"/>
    <w:rsid w:val="00677C62"/>
    <w:rsid w:val="006810F1"/>
    <w:rsid w:val="0068159B"/>
    <w:rsid w:val="00691786"/>
    <w:rsid w:val="006921E1"/>
    <w:rsid w:val="0069265E"/>
    <w:rsid w:val="00693D7F"/>
    <w:rsid w:val="00695421"/>
    <w:rsid w:val="00696ED2"/>
    <w:rsid w:val="006A41D3"/>
    <w:rsid w:val="006A424F"/>
    <w:rsid w:val="006A4E14"/>
    <w:rsid w:val="006B074E"/>
    <w:rsid w:val="006B227C"/>
    <w:rsid w:val="006B39B1"/>
    <w:rsid w:val="006B6020"/>
    <w:rsid w:val="006B740C"/>
    <w:rsid w:val="006C03D8"/>
    <w:rsid w:val="006C060F"/>
    <w:rsid w:val="006C4299"/>
    <w:rsid w:val="006C57E6"/>
    <w:rsid w:val="006D0DF8"/>
    <w:rsid w:val="006D164E"/>
    <w:rsid w:val="006D24FB"/>
    <w:rsid w:val="006D3D4B"/>
    <w:rsid w:val="006D65BC"/>
    <w:rsid w:val="006D79C3"/>
    <w:rsid w:val="006E008A"/>
    <w:rsid w:val="006E0100"/>
    <w:rsid w:val="006E2085"/>
    <w:rsid w:val="006E3CF1"/>
    <w:rsid w:val="006E651D"/>
    <w:rsid w:val="006F0622"/>
    <w:rsid w:val="006F43DC"/>
    <w:rsid w:val="006F4470"/>
    <w:rsid w:val="006F4991"/>
    <w:rsid w:val="006F49EA"/>
    <w:rsid w:val="006F4D61"/>
    <w:rsid w:val="006F58DD"/>
    <w:rsid w:val="006F61BB"/>
    <w:rsid w:val="006F7546"/>
    <w:rsid w:val="006F78FC"/>
    <w:rsid w:val="00704F95"/>
    <w:rsid w:val="0070528F"/>
    <w:rsid w:val="00705318"/>
    <w:rsid w:val="007060E0"/>
    <w:rsid w:val="00706FCE"/>
    <w:rsid w:val="0071059B"/>
    <w:rsid w:val="007128E1"/>
    <w:rsid w:val="00713800"/>
    <w:rsid w:val="00713AAC"/>
    <w:rsid w:val="00723C67"/>
    <w:rsid w:val="0072595F"/>
    <w:rsid w:val="00726247"/>
    <w:rsid w:val="00727D25"/>
    <w:rsid w:val="00731D26"/>
    <w:rsid w:val="00732DC5"/>
    <w:rsid w:val="00733D2A"/>
    <w:rsid w:val="007370FB"/>
    <w:rsid w:val="00737EEE"/>
    <w:rsid w:val="00740553"/>
    <w:rsid w:val="00747609"/>
    <w:rsid w:val="00750D20"/>
    <w:rsid w:val="007520ED"/>
    <w:rsid w:val="0075403D"/>
    <w:rsid w:val="00755D37"/>
    <w:rsid w:val="007604D8"/>
    <w:rsid w:val="007604E4"/>
    <w:rsid w:val="00761321"/>
    <w:rsid w:val="007630EB"/>
    <w:rsid w:val="0076664C"/>
    <w:rsid w:val="00770F91"/>
    <w:rsid w:val="007714D2"/>
    <w:rsid w:val="00771E0C"/>
    <w:rsid w:val="00772B81"/>
    <w:rsid w:val="00773760"/>
    <w:rsid w:val="00774E16"/>
    <w:rsid w:val="00783897"/>
    <w:rsid w:val="00783B34"/>
    <w:rsid w:val="00783B7F"/>
    <w:rsid w:val="00785F96"/>
    <w:rsid w:val="0079091C"/>
    <w:rsid w:val="00793970"/>
    <w:rsid w:val="00794390"/>
    <w:rsid w:val="0079454B"/>
    <w:rsid w:val="00795976"/>
    <w:rsid w:val="00795EE5"/>
    <w:rsid w:val="00797073"/>
    <w:rsid w:val="00797FF7"/>
    <w:rsid w:val="007A04F2"/>
    <w:rsid w:val="007A07CA"/>
    <w:rsid w:val="007A513B"/>
    <w:rsid w:val="007B0C61"/>
    <w:rsid w:val="007B3EA6"/>
    <w:rsid w:val="007C0EFB"/>
    <w:rsid w:val="007C3F1E"/>
    <w:rsid w:val="007D38A1"/>
    <w:rsid w:val="007D45DF"/>
    <w:rsid w:val="007E0D81"/>
    <w:rsid w:val="007E285C"/>
    <w:rsid w:val="007E5E8B"/>
    <w:rsid w:val="007E66CD"/>
    <w:rsid w:val="007F0261"/>
    <w:rsid w:val="007F11C0"/>
    <w:rsid w:val="007F15A1"/>
    <w:rsid w:val="007F1917"/>
    <w:rsid w:val="007F3354"/>
    <w:rsid w:val="007F56AA"/>
    <w:rsid w:val="007F6697"/>
    <w:rsid w:val="00801FA7"/>
    <w:rsid w:val="008037B9"/>
    <w:rsid w:val="00804897"/>
    <w:rsid w:val="008063AA"/>
    <w:rsid w:val="00806B1F"/>
    <w:rsid w:val="00807E0C"/>
    <w:rsid w:val="00821112"/>
    <w:rsid w:val="008216E4"/>
    <w:rsid w:val="00823275"/>
    <w:rsid w:val="008243F4"/>
    <w:rsid w:val="008251A3"/>
    <w:rsid w:val="008276DF"/>
    <w:rsid w:val="008328AA"/>
    <w:rsid w:val="00834606"/>
    <w:rsid w:val="00837091"/>
    <w:rsid w:val="00841347"/>
    <w:rsid w:val="00846AA6"/>
    <w:rsid w:val="0085002B"/>
    <w:rsid w:val="00851A19"/>
    <w:rsid w:val="00855778"/>
    <w:rsid w:val="00857027"/>
    <w:rsid w:val="00857108"/>
    <w:rsid w:val="008572E1"/>
    <w:rsid w:val="0085758C"/>
    <w:rsid w:val="008640B6"/>
    <w:rsid w:val="00865848"/>
    <w:rsid w:val="0086591E"/>
    <w:rsid w:val="00866A37"/>
    <w:rsid w:val="0087125B"/>
    <w:rsid w:val="008747EB"/>
    <w:rsid w:val="00874E0B"/>
    <w:rsid w:val="00875EE0"/>
    <w:rsid w:val="008763E6"/>
    <w:rsid w:val="008857E0"/>
    <w:rsid w:val="00885C59"/>
    <w:rsid w:val="008923A2"/>
    <w:rsid w:val="0089272D"/>
    <w:rsid w:val="00892DAF"/>
    <w:rsid w:val="0089373E"/>
    <w:rsid w:val="00894B10"/>
    <w:rsid w:val="00894C5D"/>
    <w:rsid w:val="00895A1D"/>
    <w:rsid w:val="008A06A5"/>
    <w:rsid w:val="008A5888"/>
    <w:rsid w:val="008B26CE"/>
    <w:rsid w:val="008B3445"/>
    <w:rsid w:val="008B3874"/>
    <w:rsid w:val="008B3989"/>
    <w:rsid w:val="008B4627"/>
    <w:rsid w:val="008B494E"/>
    <w:rsid w:val="008B67F2"/>
    <w:rsid w:val="008B7BEE"/>
    <w:rsid w:val="008C1091"/>
    <w:rsid w:val="008C2F15"/>
    <w:rsid w:val="008C3B9C"/>
    <w:rsid w:val="008C4A2F"/>
    <w:rsid w:val="008C4D35"/>
    <w:rsid w:val="008C6C1D"/>
    <w:rsid w:val="008D0F88"/>
    <w:rsid w:val="008D0FA0"/>
    <w:rsid w:val="008D1729"/>
    <w:rsid w:val="008D4F87"/>
    <w:rsid w:val="008D5540"/>
    <w:rsid w:val="008D5D4E"/>
    <w:rsid w:val="008D6A5E"/>
    <w:rsid w:val="008E099E"/>
    <w:rsid w:val="008E716B"/>
    <w:rsid w:val="008E7DF9"/>
    <w:rsid w:val="008F28A3"/>
    <w:rsid w:val="008F2EDA"/>
    <w:rsid w:val="00900EE3"/>
    <w:rsid w:val="009056B0"/>
    <w:rsid w:val="00910504"/>
    <w:rsid w:val="00912F61"/>
    <w:rsid w:val="00913BA1"/>
    <w:rsid w:val="00914949"/>
    <w:rsid w:val="0091763D"/>
    <w:rsid w:val="00917FE5"/>
    <w:rsid w:val="00921104"/>
    <w:rsid w:val="009231BC"/>
    <w:rsid w:val="009250D1"/>
    <w:rsid w:val="00925A3F"/>
    <w:rsid w:val="00926D32"/>
    <w:rsid w:val="00927749"/>
    <w:rsid w:val="00927BF8"/>
    <w:rsid w:val="00933E94"/>
    <w:rsid w:val="0093545C"/>
    <w:rsid w:val="00936A23"/>
    <w:rsid w:val="00940DB2"/>
    <w:rsid w:val="0094395A"/>
    <w:rsid w:val="00944552"/>
    <w:rsid w:val="00946508"/>
    <w:rsid w:val="00952736"/>
    <w:rsid w:val="00960FD8"/>
    <w:rsid w:val="00961109"/>
    <w:rsid w:val="0096226E"/>
    <w:rsid w:val="009624D9"/>
    <w:rsid w:val="009629BC"/>
    <w:rsid w:val="0096352B"/>
    <w:rsid w:val="00965E28"/>
    <w:rsid w:val="00966A0E"/>
    <w:rsid w:val="00966CED"/>
    <w:rsid w:val="009713DE"/>
    <w:rsid w:val="00973527"/>
    <w:rsid w:val="0098147C"/>
    <w:rsid w:val="00984B62"/>
    <w:rsid w:val="0098677C"/>
    <w:rsid w:val="009932B2"/>
    <w:rsid w:val="0099768B"/>
    <w:rsid w:val="009A1D2C"/>
    <w:rsid w:val="009A5680"/>
    <w:rsid w:val="009A5917"/>
    <w:rsid w:val="009A662D"/>
    <w:rsid w:val="009B509A"/>
    <w:rsid w:val="009B7B08"/>
    <w:rsid w:val="009C32B7"/>
    <w:rsid w:val="009C7881"/>
    <w:rsid w:val="009D10D2"/>
    <w:rsid w:val="009D30FF"/>
    <w:rsid w:val="009D3774"/>
    <w:rsid w:val="009D458B"/>
    <w:rsid w:val="009E00A7"/>
    <w:rsid w:val="009E14CF"/>
    <w:rsid w:val="009E4613"/>
    <w:rsid w:val="009E7A77"/>
    <w:rsid w:val="009F021E"/>
    <w:rsid w:val="009F2EB0"/>
    <w:rsid w:val="009F4790"/>
    <w:rsid w:val="009F5719"/>
    <w:rsid w:val="009F5D3E"/>
    <w:rsid w:val="00A0166A"/>
    <w:rsid w:val="00A02576"/>
    <w:rsid w:val="00A030C6"/>
    <w:rsid w:val="00A0324F"/>
    <w:rsid w:val="00A032C8"/>
    <w:rsid w:val="00A0331D"/>
    <w:rsid w:val="00A04589"/>
    <w:rsid w:val="00A045F3"/>
    <w:rsid w:val="00A06FBD"/>
    <w:rsid w:val="00A13D2D"/>
    <w:rsid w:val="00A149A8"/>
    <w:rsid w:val="00A16459"/>
    <w:rsid w:val="00A16503"/>
    <w:rsid w:val="00A16D04"/>
    <w:rsid w:val="00A214D0"/>
    <w:rsid w:val="00A2327B"/>
    <w:rsid w:val="00A2501A"/>
    <w:rsid w:val="00A266E7"/>
    <w:rsid w:val="00A3195B"/>
    <w:rsid w:val="00A31B3F"/>
    <w:rsid w:val="00A33E05"/>
    <w:rsid w:val="00A40B3B"/>
    <w:rsid w:val="00A42C50"/>
    <w:rsid w:val="00A44547"/>
    <w:rsid w:val="00A5087D"/>
    <w:rsid w:val="00A5256F"/>
    <w:rsid w:val="00A543BB"/>
    <w:rsid w:val="00A55B53"/>
    <w:rsid w:val="00A56605"/>
    <w:rsid w:val="00A575FD"/>
    <w:rsid w:val="00A636F0"/>
    <w:rsid w:val="00A63F3D"/>
    <w:rsid w:val="00A648BE"/>
    <w:rsid w:val="00A6615F"/>
    <w:rsid w:val="00A70A3C"/>
    <w:rsid w:val="00A77068"/>
    <w:rsid w:val="00A772FB"/>
    <w:rsid w:val="00A82AF2"/>
    <w:rsid w:val="00A8320E"/>
    <w:rsid w:val="00A849B4"/>
    <w:rsid w:val="00A84C00"/>
    <w:rsid w:val="00A84FDF"/>
    <w:rsid w:val="00A87A5F"/>
    <w:rsid w:val="00A90EEB"/>
    <w:rsid w:val="00A913F9"/>
    <w:rsid w:val="00A92B28"/>
    <w:rsid w:val="00A93819"/>
    <w:rsid w:val="00A959D0"/>
    <w:rsid w:val="00A96790"/>
    <w:rsid w:val="00AA36EB"/>
    <w:rsid w:val="00AA7768"/>
    <w:rsid w:val="00AB022A"/>
    <w:rsid w:val="00AB24BB"/>
    <w:rsid w:val="00AB6F21"/>
    <w:rsid w:val="00AB7070"/>
    <w:rsid w:val="00AB7F12"/>
    <w:rsid w:val="00AC49E3"/>
    <w:rsid w:val="00AC72D8"/>
    <w:rsid w:val="00AC7622"/>
    <w:rsid w:val="00AD0514"/>
    <w:rsid w:val="00AD08AA"/>
    <w:rsid w:val="00AD1099"/>
    <w:rsid w:val="00AD5615"/>
    <w:rsid w:val="00AE06DF"/>
    <w:rsid w:val="00AE0F27"/>
    <w:rsid w:val="00AE19EB"/>
    <w:rsid w:val="00AE315E"/>
    <w:rsid w:val="00AE3636"/>
    <w:rsid w:val="00AE4114"/>
    <w:rsid w:val="00AE69EB"/>
    <w:rsid w:val="00AF29E2"/>
    <w:rsid w:val="00B00E04"/>
    <w:rsid w:val="00B01261"/>
    <w:rsid w:val="00B02430"/>
    <w:rsid w:val="00B029A2"/>
    <w:rsid w:val="00B04F7A"/>
    <w:rsid w:val="00B059AF"/>
    <w:rsid w:val="00B05E9F"/>
    <w:rsid w:val="00B06865"/>
    <w:rsid w:val="00B07E93"/>
    <w:rsid w:val="00B103D6"/>
    <w:rsid w:val="00B112F1"/>
    <w:rsid w:val="00B11947"/>
    <w:rsid w:val="00B1464C"/>
    <w:rsid w:val="00B15174"/>
    <w:rsid w:val="00B17AAA"/>
    <w:rsid w:val="00B20D76"/>
    <w:rsid w:val="00B249B6"/>
    <w:rsid w:val="00B25AEC"/>
    <w:rsid w:val="00B300EA"/>
    <w:rsid w:val="00B309C5"/>
    <w:rsid w:val="00B3199E"/>
    <w:rsid w:val="00B3431E"/>
    <w:rsid w:val="00B34DC4"/>
    <w:rsid w:val="00B36BB3"/>
    <w:rsid w:val="00B40042"/>
    <w:rsid w:val="00B417A9"/>
    <w:rsid w:val="00B41842"/>
    <w:rsid w:val="00B4283A"/>
    <w:rsid w:val="00B439E0"/>
    <w:rsid w:val="00B51D2D"/>
    <w:rsid w:val="00B56A7E"/>
    <w:rsid w:val="00B5735B"/>
    <w:rsid w:val="00B61E46"/>
    <w:rsid w:val="00B63514"/>
    <w:rsid w:val="00B67062"/>
    <w:rsid w:val="00B67451"/>
    <w:rsid w:val="00B71524"/>
    <w:rsid w:val="00B7179F"/>
    <w:rsid w:val="00B73D85"/>
    <w:rsid w:val="00B744BE"/>
    <w:rsid w:val="00B74885"/>
    <w:rsid w:val="00B7669F"/>
    <w:rsid w:val="00B77801"/>
    <w:rsid w:val="00B81FCD"/>
    <w:rsid w:val="00B82BFC"/>
    <w:rsid w:val="00B838DA"/>
    <w:rsid w:val="00B856F3"/>
    <w:rsid w:val="00B86585"/>
    <w:rsid w:val="00B87F06"/>
    <w:rsid w:val="00B9163C"/>
    <w:rsid w:val="00B97B2B"/>
    <w:rsid w:val="00BA0ACF"/>
    <w:rsid w:val="00BA2D3B"/>
    <w:rsid w:val="00BA61F9"/>
    <w:rsid w:val="00BA66F3"/>
    <w:rsid w:val="00BB6292"/>
    <w:rsid w:val="00BC02B0"/>
    <w:rsid w:val="00BC208E"/>
    <w:rsid w:val="00BC2522"/>
    <w:rsid w:val="00BC2D9D"/>
    <w:rsid w:val="00BC3332"/>
    <w:rsid w:val="00BD3E70"/>
    <w:rsid w:val="00BD5954"/>
    <w:rsid w:val="00BE06B5"/>
    <w:rsid w:val="00BE163F"/>
    <w:rsid w:val="00BE1790"/>
    <w:rsid w:val="00BE1AD6"/>
    <w:rsid w:val="00BE21DB"/>
    <w:rsid w:val="00BE60E3"/>
    <w:rsid w:val="00BF06E0"/>
    <w:rsid w:val="00BF1D85"/>
    <w:rsid w:val="00BF40B4"/>
    <w:rsid w:val="00BF4DD0"/>
    <w:rsid w:val="00BF6B1D"/>
    <w:rsid w:val="00BF7058"/>
    <w:rsid w:val="00C00502"/>
    <w:rsid w:val="00C00B8F"/>
    <w:rsid w:val="00C0492B"/>
    <w:rsid w:val="00C06240"/>
    <w:rsid w:val="00C12CBA"/>
    <w:rsid w:val="00C16A4A"/>
    <w:rsid w:val="00C20743"/>
    <w:rsid w:val="00C226B4"/>
    <w:rsid w:val="00C26E77"/>
    <w:rsid w:val="00C27308"/>
    <w:rsid w:val="00C31FA3"/>
    <w:rsid w:val="00C42C8D"/>
    <w:rsid w:val="00C44856"/>
    <w:rsid w:val="00C45C62"/>
    <w:rsid w:val="00C45F51"/>
    <w:rsid w:val="00C516DA"/>
    <w:rsid w:val="00C51C52"/>
    <w:rsid w:val="00C5276B"/>
    <w:rsid w:val="00C52B2B"/>
    <w:rsid w:val="00C56D5E"/>
    <w:rsid w:val="00C62C78"/>
    <w:rsid w:val="00C64285"/>
    <w:rsid w:val="00C64D7A"/>
    <w:rsid w:val="00C654FB"/>
    <w:rsid w:val="00C71B71"/>
    <w:rsid w:val="00C73ADB"/>
    <w:rsid w:val="00C75D55"/>
    <w:rsid w:val="00C820D1"/>
    <w:rsid w:val="00C82D61"/>
    <w:rsid w:val="00C87F85"/>
    <w:rsid w:val="00C944AC"/>
    <w:rsid w:val="00C958EF"/>
    <w:rsid w:val="00CA0FE2"/>
    <w:rsid w:val="00CA29EB"/>
    <w:rsid w:val="00CA29F7"/>
    <w:rsid w:val="00CA4C34"/>
    <w:rsid w:val="00CA59F6"/>
    <w:rsid w:val="00CB0C43"/>
    <w:rsid w:val="00CB2578"/>
    <w:rsid w:val="00CB5BC6"/>
    <w:rsid w:val="00CB655B"/>
    <w:rsid w:val="00CB67BB"/>
    <w:rsid w:val="00CB7A1B"/>
    <w:rsid w:val="00CC0854"/>
    <w:rsid w:val="00CC3481"/>
    <w:rsid w:val="00CC4D2A"/>
    <w:rsid w:val="00CC66F3"/>
    <w:rsid w:val="00CD1014"/>
    <w:rsid w:val="00CD2F04"/>
    <w:rsid w:val="00CD3903"/>
    <w:rsid w:val="00CE0E41"/>
    <w:rsid w:val="00CE295F"/>
    <w:rsid w:val="00CE3360"/>
    <w:rsid w:val="00CE6D34"/>
    <w:rsid w:val="00CF1624"/>
    <w:rsid w:val="00CF1B3D"/>
    <w:rsid w:val="00CF1DD2"/>
    <w:rsid w:val="00CF4341"/>
    <w:rsid w:val="00CF58F5"/>
    <w:rsid w:val="00CF75F3"/>
    <w:rsid w:val="00D00E1B"/>
    <w:rsid w:val="00D0630D"/>
    <w:rsid w:val="00D07C23"/>
    <w:rsid w:val="00D12930"/>
    <w:rsid w:val="00D14740"/>
    <w:rsid w:val="00D2038B"/>
    <w:rsid w:val="00D22C89"/>
    <w:rsid w:val="00D232A0"/>
    <w:rsid w:val="00D23E69"/>
    <w:rsid w:val="00D24B38"/>
    <w:rsid w:val="00D2740F"/>
    <w:rsid w:val="00D30131"/>
    <w:rsid w:val="00D31895"/>
    <w:rsid w:val="00D333CC"/>
    <w:rsid w:val="00D414F7"/>
    <w:rsid w:val="00D4413C"/>
    <w:rsid w:val="00D50485"/>
    <w:rsid w:val="00D52AAC"/>
    <w:rsid w:val="00D5487D"/>
    <w:rsid w:val="00D55732"/>
    <w:rsid w:val="00D558E3"/>
    <w:rsid w:val="00D56CE0"/>
    <w:rsid w:val="00D5725A"/>
    <w:rsid w:val="00D6266C"/>
    <w:rsid w:val="00D64EE5"/>
    <w:rsid w:val="00D64F20"/>
    <w:rsid w:val="00D650FD"/>
    <w:rsid w:val="00D6655D"/>
    <w:rsid w:val="00D7012A"/>
    <w:rsid w:val="00D703FB"/>
    <w:rsid w:val="00D72079"/>
    <w:rsid w:val="00D7366B"/>
    <w:rsid w:val="00D7722B"/>
    <w:rsid w:val="00D773D8"/>
    <w:rsid w:val="00D80940"/>
    <w:rsid w:val="00D820B7"/>
    <w:rsid w:val="00D829AA"/>
    <w:rsid w:val="00D83030"/>
    <w:rsid w:val="00D93420"/>
    <w:rsid w:val="00D95CE0"/>
    <w:rsid w:val="00D95D43"/>
    <w:rsid w:val="00D97F70"/>
    <w:rsid w:val="00DA2044"/>
    <w:rsid w:val="00DA35A4"/>
    <w:rsid w:val="00DA459D"/>
    <w:rsid w:val="00DA6F5C"/>
    <w:rsid w:val="00DB1974"/>
    <w:rsid w:val="00DB628C"/>
    <w:rsid w:val="00DB6A41"/>
    <w:rsid w:val="00DB7787"/>
    <w:rsid w:val="00DB7DF3"/>
    <w:rsid w:val="00DC09A7"/>
    <w:rsid w:val="00DC45B0"/>
    <w:rsid w:val="00DC4A54"/>
    <w:rsid w:val="00DC4D65"/>
    <w:rsid w:val="00DC7871"/>
    <w:rsid w:val="00DD494E"/>
    <w:rsid w:val="00DD4C4A"/>
    <w:rsid w:val="00DD4E5D"/>
    <w:rsid w:val="00DD5A33"/>
    <w:rsid w:val="00DE1513"/>
    <w:rsid w:val="00DE1D74"/>
    <w:rsid w:val="00DE6290"/>
    <w:rsid w:val="00DE71B7"/>
    <w:rsid w:val="00DF0020"/>
    <w:rsid w:val="00DF33FD"/>
    <w:rsid w:val="00DF6374"/>
    <w:rsid w:val="00DF675C"/>
    <w:rsid w:val="00DF6920"/>
    <w:rsid w:val="00DF70B7"/>
    <w:rsid w:val="00DF7E74"/>
    <w:rsid w:val="00E01C5A"/>
    <w:rsid w:val="00E031FD"/>
    <w:rsid w:val="00E043C3"/>
    <w:rsid w:val="00E05A67"/>
    <w:rsid w:val="00E07B2A"/>
    <w:rsid w:val="00E136DB"/>
    <w:rsid w:val="00E1383A"/>
    <w:rsid w:val="00E1438A"/>
    <w:rsid w:val="00E1596B"/>
    <w:rsid w:val="00E16366"/>
    <w:rsid w:val="00E16CA3"/>
    <w:rsid w:val="00E23C4C"/>
    <w:rsid w:val="00E32300"/>
    <w:rsid w:val="00E350CC"/>
    <w:rsid w:val="00E35A4B"/>
    <w:rsid w:val="00E4417D"/>
    <w:rsid w:val="00E44CF4"/>
    <w:rsid w:val="00E45D6D"/>
    <w:rsid w:val="00E45FFC"/>
    <w:rsid w:val="00E4650B"/>
    <w:rsid w:val="00E46B28"/>
    <w:rsid w:val="00E46DD0"/>
    <w:rsid w:val="00E47B0E"/>
    <w:rsid w:val="00E501B2"/>
    <w:rsid w:val="00E5056A"/>
    <w:rsid w:val="00E51670"/>
    <w:rsid w:val="00E51D88"/>
    <w:rsid w:val="00E5354E"/>
    <w:rsid w:val="00E562C4"/>
    <w:rsid w:val="00E624A1"/>
    <w:rsid w:val="00E64EBE"/>
    <w:rsid w:val="00E66A1A"/>
    <w:rsid w:val="00E66BCC"/>
    <w:rsid w:val="00E7273A"/>
    <w:rsid w:val="00E7421A"/>
    <w:rsid w:val="00E74365"/>
    <w:rsid w:val="00E77EAC"/>
    <w:rsid w:val="00E83A18"/>
    <w:rsid w:val="00E83C21"/>
    <w:rsid w:val="00E86D79"/>
    <w:rsid w:val="00E878B4"/>
    <w:rsid w:val="00E90C69"/>
    <w:rsid w:val="00E93C1F"/>
    <w:rsid w:val="00E97674"/>
    <w:rsid w:val="00EA2B4C"/>
    <w:rsid w:val="00EA6666"/>
    <w:rsid w:val="00EA73FD"/>
    <w:rsid w:val="00EB13A6"/>
    <w:rsid w:val="00EB4FDA"/>
    <w:rsid w:val="00EB790F"/>
    <w:rsid w:val="00EC0F5A"/>
    <w:rsid w:val="00EC1427"/>
    <w:rsid w:val="00EC2DED"/>
    <w:rsid w:val="00EC384B"/>
    <w:rsid w:val="00EC429C"/>
    <w:rsid w:val="00EC4C2A"/>
    <w:rsid w:val="00EC534B"/>
    <w:rsid w:val="00EC715F"/>
    <w:rsid w:val="00EC7B80"/>
    <w:rsid w:val="00ED428E"/>
    <w:rsid w:val="00ED4F91"/>
    <w:rsid w:val="00ED6C23"/>
    <w:rsid w:val="00EE10FE"/>
    <w:rsid w:val="00EE3123"/>
    <w:rsid w:val="00EE6B38"/>
    <w:rsid w:val="00EF002F"/>
    <w:rsid w:val="00EF112C"/>
    <w:rsid w:val="00EF1808"/>
    <w:rsid w:val="00EF66D1"/>
    <w:rsid w:val="00F00505"/>
    <w:rsid w:val="00F016EE"/>
    <w:rsid w:val="00F0418D"/>
    <w:rsid w:val="00F055E9"/>
    <w:rsid w:val="00F17128"/>
    <w:rsid w:val="00F20141"/>
    <w:rsid w:val="00F20A6F"/>
    <w:rsid w:val="00F216D2"/>
    <w:rsid w:val="00F22D6B"/>
    <w:rsid w:val="00F24A34"/>
    <w:rsid w:val="00F25C5B"/>
    <w:rsid w:val="00F32813"/>
    <w:rsid w:val="00F3299F"/>
    <w:rsid w:val="00F343C8"/>
    <w:rsid w:val="00F3477B"/>
    <w:rsid w:val="00F3667E"/>
    <w:rsid w:val="00F406CD"/>
    <w:rsid w:val="00F4279B"/>
    <w:rsid w:val="00F50D30"/>
    <w:rsid w:val="00F50E49"/>
    <w:rsid w:val="00F50F6B"/>
    <w:rsid w:val="00F5491E"/>
    <w:rsid w:val="00F55C94"/>
    <w:rsid w:val="00F5643C"/>
    <w:rsid w:val="00F62F6D"/>
    <w:rsid w:val="00F64389"/>
    <w:rsid w:val="00F705C1"/>
    <w:rsid w:val="00F72BA3"/>
    <w:rsid w:val="00F73B89"/>
    <w:rsid w:val="00F73EC5"/>
    <w:rsid w:val="00F749C0"/>
    <w:rsid w:val="00F7550E"/>
    <w:rsid w:val="00F756A2"/>
    <w:rsid w:val="00F77355"/>
    <w:rsid w:val="00F80110"/>
    <w:rsid w:val="00F81F6A"/>
    <w:rsid w:val="00F8259E"/>
    <w:rsid w:val="00F82917"/>
    <w:rsid w:val="00F85084"/>
    <w:rsid w:val="00F92E5E"/>
    <w:rsid w:val="00F92EF3"/>
    <w:rsid w:val="00F95A67"/>
    <w:rsid w:val="00F9681B"/>
    <w:rsid w:val="00FA20E7"/>
    <w:rsid w:val="00FA3A37"/>
    <w:rsid w:val="00FA659E"/>
    <w:rsid w:val="00FA686B"/>
    <w:rsid w:val="00FB1F9B"/>
    <w:rsid w:val="00FB1FDB"/>
    <w:rsid w:val="00FB3178"/>
    <w:rsid w:val="00FB3980"/>
    <w:rsid w:val="00FB4375"/>
    <w:rsid w:val="00FB4C10"/>
    <w:rsid w:val="00FB67B2"/>
    <w:rsid w:val="00FC25B0"/>
    <w:rsid w:val="00FC69E3"/>
    <w:rsid w:val="00FC6BA5"/>
    <w:rsid w:val="00FD0D2E"/>
    <w:rsid w:val="00FD1750"/>
    <w:rsid w:val="00FD29D5"/>
    <w:rsid w:val="00FD3B28"/>
    <w:rsid w:val="00FD6800"/>
    <w:rsid w:val="00FD7414"/>
    <w:rsid w:val="00FE09C9"/>
    <w:rsid w:val="00FE3C63"/>
    <w:rsid w:val="00FE4387"/>
    <w:rsid w:val="00FF0FA9"/>
    <w:rsid w:val="00FF6932"/>
    <w:rsid w:val="00FF7A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E5733"/>
  <w15:docId w15:val="{0D6381CA-9916-4A32-A20B-4B4A14D7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E3"/>
    <w:rPr>
      <w:sz w:val="24"/>
      <w:szCs w:val="24"/>
    </w:rPr>
  </w:style>
  <w:style w:type="paragraph" w:styleId="Ttulo1">
    <w:name w:val="heading 1"/>
    <w:basedOn w:val="Normal"/>
    <w:next w:val="Normal"/>
    <w:qFormat/>
    <w:rsid w:val="000F6A54"/>
    <w:pPr>
      <w:keepNext/>
      <w:outlineLvl w:val="0"/>
    </w:pPr>
    <w:rPr>
      <w:sz w:val="28"/>
    </w:rPr>
  </w:style>
  <w:style w:type="paragraph" w:styleId="Ttulo2">
    <w:name w:val="heading 2"/>
    <w:basedOn w:val="Normal"/>
    <w:next w:val="Normal"/>
    <w:qFormat/>
    <w:rsid w:val="000F6A54"/>
    <w:pPr>
      <w:keepNext/>
      <w:outlineLvl w:val="1"/>
    </w:pPr>
    <w:rPr>
      <w:b/>
      <w:bCs/>
    </w:rPr>
  </w:style>
  <w:style w:type="paragraph" w:styleId="Ttulo3">
    <w:name w:val="heading 3"/>
    <w:basedOn w:val="Normal"/>
    <w:next w:val="Normal"/>
    <w:qFormat/>
    <w:rsid w:val="000F6A54"/>
    <w:pPr>
      <w:keepNext/>
      <w:jc w:val="center"/>
      <w:outlineLvl w:val="2"/>
    </w:pPr>
    <w:rPr>
      <w:rFonts w:ascii="Arial" w:hAnsi="Arial" w:cs="Arial"/>
      <w:sz w:val="20"/>
      <w:szCs w:val="20"/>
      <w:u w:val="single"/>
    </w:rPr>
  </w:style>
  <w:style w:type="paragraph" w:styleId="Ttulo4">
    <w:name w:val="heading 4"/>
    <w:basedOn w:val="Normal"/>
    <w:next w:val="Normal"/>
    <w:qFormat/>
    <w:rsid w:val="000F6A54"/>
    <w:pPr>
      <w:keepNext/>
      <w:spacing w:line="360" w:lineRule="auto"/>
      <w:jc w:val="center"/>
      <w:outlineLvl w:val="3"/>
    </w:pPr>
    <w:rPr>
      <w:rFonts w:ascii="Arial" w:hAnsi="Arial"/>
      <w:b/>
      <w:u w:val="single"/>
    </w:rPr>
  </w:style>
  <w:style w:type="paragraph" w:styleId="Ttulo5">
    <w:name w:val="heading 5"/>
    <w:basedOn w:val="Normal"/>
    <w:next w:val="Normal"/>
    <w:qFormat/>
    <w:rsid w:val="000F6A54"/>
    <w:pPr>
      <w:keepNext/>
      <w:tabs>
        <w:tab w:val="left" w:pos="4046"/>
      </w:tabs>
      <w:jc w:val="center"/>
      <w:outlineLvl w:val="4"/>
    </w:pPr>
    <w:rPr>
      <w:rFonts w:ascii="Bookman Old Style" w:hAnsi="Bookman Old Style"/>
      <w:b/>
      <w:snapToGrid w:val="0"/>
      <w:lang w:val="en-US"/>
    </w:rPr>
  </w:style>
  <w:style w:type="paragraph" w:styleId="Ttulo6">
    <w:name w:val="heading 6"/>
    <w:basedOn w:val="Normal"/>
    <w:next w:val="Normal"/>
    <w:qFormat/>
    <w:rsid w:val="000F6A54"/>
    <w:pPr>
      <w:keepNext/>
      <w:jc w:val="center"/>
      <w:outlineLvl w:val="5"/>
    </w:pPr>
    <w:rPr>
      <w:rFonts w:ascii="Bookman Old Style" w:hAnsi="Bookman Old Style"/>
      <w:b/>
      <w:sz w:val="16"/>
    </w:rPr>
  </w:style>
  <w:style w:type="paragraph" w:styleId="Ttulo7">
    <w:name w:val="heading 7"/>
    <w:basedOn w:val="Normal"/>
    <w:next w:val="Normal"/>
    <w:qFormat/>
    <w:rsid w:val="000F6A54"/>
    <w:pPr>
      <w:keepNext/>
      <w:jc w:val="both"/>
      <w:outlineLvl w:val="6"/>
    </w:pPr>
    <w:rPr>
      <w:rFonts w:ascii="Bookman Old Style" w:hAnsi="Bookman Old Style"/>
      <w:b/>
      <w:sz w:val="16"/>
    </w:rPr>
  </w:style>
  <w:style w:type="paragraph" w:styleId="Ttulo8">
    <w:name w:val="heading 8"/>
    <w:basedOn w:val="Normal"/>
    <w:next w:val="Normal"/>
    <w:qFormat/>
    <w:rsid w:val="000F6A54"/>
    <w:pPr>
      <w:keepNext/>
      <w:spacing w:line="240" w:lineRule="exact"/>
      <w:jc w:val="both"/>
      <w:outlineLvl w:val="7"/>
    </w:pPr>
    <w:rPr>
      <w:rFonts w:ascii="Bookman Old Style" w:hAnsi="Bookman Old Style"/>
      <w:b/>
    </w:rPr>
  </w:style>
  <w:style w:type="paragraph" w:styleId="Ttulo9">
    <w:name w:val="heading 9"/>
    <w:basedOn w:val="Normal"/>
    <w:next w:val="Normal"/>
    <w:qFormat/>
    <w:rsid w:val="000F6A54"/>
    <w:pPr>
      <w:keepNext/>
      <w:jc w:val="center"/>
      <w:outlineLvl w:val="8"/>
    </w:pPr>
    <w:rPr>
      <w:b/>
      <w:bCs/>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F6A54"/>
    <w:pPr>
      <w:tabs>
        <w:tab w:val="center" w:pos="4419"/>
        <w:tab w:val="right" w:pos="8838"/>
      </w:tabs>
    </w:pPr>
  </w:style>
  <w:style w:type="paragraph" w:styleId="Rodap">
    <w:name w:val="footer"/>
    <w:basedOn w:val="Normal"/>
    <w:rsid w:val="000F6A54"/>
    <w:pPr>
      <w:tabs>
        <w:tab w:val="center" w:pos="4419"/>
        <w:tab w:val="right" w:pos="8838"/>
      </w:tabs>
    </w:pPr>
  </w:style>
  <w:style w:type="character" w:styleId="nfase">
    <w:name w:val="Emphasis"/>
    <w:qFormat/>
    <w:rsid w:val="000F6A54"/>
    <w:rPr>
      <w:i/>
      <w:iCs/>
    </w:rPr>
  </w:style>
  <w:style w:type="paragraph" w:styleId="Corpodetexto">
    <w:name w:val="Body Text"/>
    <w:basedOn w:val="Normal"/>
    <w:rsid w:val="000F6A54"/>
    <w:pPr>
      <w:jc w:val="both"/>
    </w:pPr>
  </w:style>
  <w:style w:type="character" w:styleId="Hyperlink">
    <w:name w:val="Hyperlink"/>
    <w:rsid w:val="000F6A54"/>
    <w:rPr>
      <w:color w:val="0000FF"/>
      <w:u w:val="single"/>
    </w:rPr>
  </w:style>
  <w:style w:type="paragraph" w:styleId="Recuodecorpodetexto">
    <w:name w:val="Body Text Indent"/>
    <w:basedOn w:val="Normal"/>
    <w:rsid w:val="000F6A54"/>
    <w:pPr>
      <w:ind w:left="360"/>
      <w:jc w:val="both"/>
    </w:pPr>
    <w:rPr>
      <w:i/>
      <w:iCs/>
      <w:sz w:val="32"/>
    </w:rPr>
  </w:style>
  <w:style w:type="paragraph" w:styleId="Corpodetexto2">
    <w:name w:val="Body Text 2"/>
    <w:basedOn w:val="Normal"/>
    <w:rsid w:val="000F6A54"/>
    <w:pPr>
      <w:jc w:val="both"/>
    </w:pPr>
    <w:rPr>
      <w:rFonts w:ascii="Arial" w:hAnsi="Arial"/>
      <w:b/>
      <w:sz w:val="22"/>
      <w:szCs w:val="20"/>
    </w:rPr>
  </w:style>
  <w:style w:type="character" w:styleId="Forte">
    <w:name w:val="Strong"/>
    <w:uiPriority w:val="22"/>
    <w:qFormat/>
    <w:rsid w:val="000F6A54"/>
    <w:rPr>
      <w:b/>
      <w:bCs/>
    </w:rPr>
  </w:style>
  <w:style w:type="paragraph" w:customStyle="1" w:styleId="Textopr-formatado">
    <w:name w:val="Texto pré-formatado"/>
    <w:basedOn w:val="Normal"/>
    <w:rsid w:val="000F6A54"/>
    <w:pPr>
      <w:suppressAutoHyphens/>
    </w:pPr>
    <w:rPr>
      <w:rFonts w:ascii="Courier New" w:eastAsia="Courier New" w:hAnsi="Courier New" w:cs="Courier New"/>
      <w:sz w:val="20"/>
      <w:szCs w:val="20"/>
      <w:lang w:eastAsia="ar-SA"/>
    </w:rPr>
  </w:style>
  <w:style w:type="paragraph" w:styleId="Subttulo">
    <w:name w:val="Subtitle"/>
    <w:basedOn w:val="Normal"/>
    <w:qFormat/>
    <w:rsid w:val="000F6A54"/>
    <w:pPr>
      <w:shd w:val="pct10" w:color="auto" w:fill="auto"/>
      <w:jc w:val="center"/>
    </w:pPr>
    <w:rPr>
      <w:rFonts w:ascii="Verdana" w:hAnsi="Verdana"/>
      <w:b/>
      <w:kern w:val="28"/>
      <w:sz w:val="28"/>
      <w:szCs w:val="20"/>
    </w:rPr>
  </w:style>
  <w:style w:type="paragraph" w:styleId="Ttulo">
    <w:name w:val="Title"/>
    <w:basedOn w:val="Normal"/>
    <w:link w:val="TtuloChar"/>
    <w:qFormat/>
    <w:rsid w:val="000F6A54"/>
    <w:pPr>
      <w:jc w:val="center"/>
    </w:pPr>
    <w:rPr>
      <w:u w:val="single"/>
    </w:rPr>
  </w:style>
  <w:style w:type="paragraph" w:styleId="Corpodetexto3">
    <w:name w:val="Body Text 3"/>
    <w:basedOn w:val="Normal"/>
    <w:rsid w:val="000F6A54"/>
    <w:pPr>
      <w:tabs>
        <w:tab w:val="left" w:pos="709"/>
        <w:tab w:val="left" w:pos="1418"/>
      </w:tabs>
      <w:jc w:val="both"/>
    </w:pPr>
    <w:rPr>
      <w:rFonts w:ascii="Arial" w:hAnsi="Arial"/>
      <w:sz w:val="22"/>
      <w:szCs w:val="20"/>
    </w:rPr>
  </w:style>
  <w:style w:type="paragraph" w:customStyle="1" w:styleId="A010168">
    <w:name w:val="_A010168"/>
    <w:rsid w:val="000F6A54"/>
    <w:pPr>
      <w:widowControl w:val="0"/>
      <w:autoSpaceDE w:val="0"/>
      <w:autoSpaceDN w:val="0"/>
      <w:jc w:val="both"/>
    </w:pPr>
    <w:rPr>
      <w:color w:val="000000"/>
      <w:sz w:val="24"/>
      <w:szCs w:val="24"/>
    </w:rPr>
  </w:style>
  <w:style w:type="paragraph" w:customStyle="1" w:styleId="A060165">
    <w:name w:val="_A060165"/>
    <w:rsid w:val="000F6A54"/>
    <w:pPr>
      <w:widowControl w:val="0"/>
      <w:tabs>
        <w:tab w:val="left" w:pos="2171"/>
      </w:tabs>
      <w:autoSpaceDE w:val="0"/>
      <w:autoSpaceDN w:val="0"/>
      <w:ind w:firstLine="2"/>
      <w:jc w:val="both"/>
    </w:pPr>
    <w:rPr>
      <w:color w:val="000000"/>
      <w:sz w:val="24"/>
      <w:szCs w:val="24"/>
    </w:rPr>
  </w:style>
  <w:style w:type="paragraph" w:customStyle="1" w:styleId="Corpodetexto21">
    <w:name w:val="Corpo de texto 21"/>
    <w:basedOn w:val="Normal"/>
    <w:rsid w:val="000F6A54"/>
    <w:pPr>
      <w:jc w:val="both"/>
    </w:pPr>
    <w:rPr>
      <w:rFonts w:ascii="Bookman Old Style" w:hAnsi="Bookman Old Style"/>
      <w:b/>
    </w:rPr>
  </w:style>
  <w:style w:type="paragraph" w:styleId="NormalWeb">
    <w:name w:val="Normal (Web)"/>
    <w:basedOn w:val="Normal"/>
    <w:uiPriority w:val="99"/>
    <w:rsid w:val="000F6A54"/>
    <w:pPr>
      <w:spacing w:before="100" w:beforeAutospacing="1" w:after="100" w:afterAutospacing="1"/>
    </w:pPr>
    <w:rPr>
      <w:rFonts w:ascii="Arial Unicode MS" w:eastAsia="Arial Unicode MS" w:hAnsi="Arial Unicode MS" w:cs="Arial Unicode MS"/>
    </w:rPr>
  </w:style>
  <w:style w:type="paragraph" w:styleId="Recuodecorpodetexto2">
    <w:name w:val="Body Text Indent 2"/>
    <w:basedOn w:val="Normal"/>
    <w:rsid w:val="000F6A54"/>
    <w:pPr>
      <w:ind w:firstLine="709"/>
      <w:jc w:val="both"/>
    </w:pPr>
  </w:style>
  <w:style w:type="paragraph" w:customStyle="1" w:styleId="WW-Textosimples">
    <w:name w:val="WW-Texto simples"/>
    <w:basedOn w:val="Normal"/>
    <w:rsid w:val="000F6A54"/>
    <w:pPr>
      <w:suppressAutoHyphens/>
    </w:pPr>
    <w:rPr>
      <w:rFonts w:ascii="Courier New" w:hAnsi="Courier New"/>
      <w:sz w:val="20"/>
      <w:szCs w:val="20"/>
      <w:lang w:eastAsia="ar-SA"/>
    </w:rPr>
  </w:style>
  <w:style w:type="character" w:styleId="Nmerodepgina">
    <w:name w:val="page number"/>
    <w:basedOn w:val="Fontepargpadro"/>
    <w:rsid w:val="000F6A54"/>
  </w:style>
  <w:style w:type="paragraph" w:customStyle="1" w:styleId="Item">
    <w:name w:val="Item"/>
    <w:basedOn w:val="Normal"/>
    <w:rsid w:val="000F6A54"/>
    <w:pPr>
      <w:jc w:val="both"/>
    </w:pPr>
    <w:rPr>
      <w:rFonts w:ascii="Courier New" w:hAnsi="Courier New"/>
      <w:szCs w:val="20"/>
    </w:rPr>
  </w:style>
  <w:style w:type="paragraph" w:customStyle="1" w:styleId="Corpodetexto31">
    <w:name w:val="Corpo de texto 31"/>
    <w:basedOn w:val="Normal"/>
    <w:rsid w:val="000F6A54"/>
    <w:pPr>
      <w:suppressAutoHyphens/>
      <w:spacing w:line="360" w:lineRule="auto"/>
      <w:jc w:val="center"/>
    </w:pPr>
    <w:rPr>
      <w:rFonts w:ascii="Arial" w:hAnsi="Arial"/>
      <w:b/>
      <w:sz w:val="28"/>
      <w:szCs w:val="20"/>
    </w:rPr>
  </w:style>
  <w:style w:type="paragraph" w:customStyle="1" w:styleId="PADRAO">
    <w:name w:val="PADRAO"/>
    <w:basedOn w:val="Normal"/>
    <w:rsid w:val="000F6A54"/>
    <w:pPr>
      <w:jc w:val="both"/>
    </w:pPr>
    <w:rPr>
      <w:rFonts w:ascii="Tms Rmn" w:hAnsi="Tms Rmn"/>
      <w:sz w:val="20"/>
      <w:szCs w:val="20"/>
    </w:rPr>
  </w:style>
  <w:style w:type="character" w:styleId="HiperlinkVisitado">
    <w:name w:val="FollowedHyperlink"/>
    <w:rsid w:val="000F6A54"/>
    <w:rPr>
      <w:color w:val="800080"/>
      <w:u w:val="single"/>
    </w:rPr>
  </w:style>
  <w:style w:type="paragraph" w:customStyle="1" w:styleId="Corpodetexto311">
    <w:name w:val="Corpo de texto 311"/>
    <w:basedOn w:val="Normal"/>
    <w:rsid w:val="002849EC"/>
    <w:pPr>
      <w:suppressAutoHyphens/>
      <w:jc w:val="both"/>
    </w:pPr>
    <w:rPr>
      <w:rFonts w:ascii="Bookman Old Style" w:hAnsi="Bookman Old Style"/>
      <w:color w:val="FF0000"/>
      <w:sz w:val="22"/>
      <w:szCs w:val="22"/>
      <w:lang w:val="pt-PT" w:eastAsia="ar-SA"/>
    </w:rPr>
  </w:style>
  <w:style w:type="paragraph" w:customStyle="1" w:styleId="Corpo">
    <w:name w:val="Corpo"/>
    <w:rsid w:val="00BF1D85"/>
    <w:rPr>
      <w:rFonts w:ascii="Courier" w:hAnsi="Courier"/>
      <w:color w:val="000000"/>
      <w:sz w:val="24"/>
    </w:rPr>
  </w:style>
  <w:style w:type="paragraph" w:styleId="Textodebalo">
    <w:name w:val="Balloon Text"/>
    <w:basedOn w:val="Normal"/>
    <w:link w:val="TextodebaloChar"/>
    <w:uiPriority w:val="99"/>
    <w:semiHidden/>
    <w:unhideWhenUsed/>
    <w:rsid w:val="00157C3D"/>
    <w:rPr>
      <w:rFonts w:ascii="Tahoma" w:hAnsi="Tahoma" w:cs="Tahoma"/>
      <w:sz w:val="16"/>
      <w:szCs w:val="16"/>
    </w:rPr>
  </w:style>
  <w:style w:type="character" w:customStyle="1" w:styleId="TextodebaloChar">
    <w:name w:val="Texto de balão Char"/>
    <w:link w:val="Textodebalo"/>
    <w:uiPriority w:val="99"/>
    <w:semiHidden/>
    <w:rsid w:val="00157C3D"/>
    <w:rPr>
      <w:rFonts w:ascii="Tahoma" w:hAnsi="Tahoma" w:cs="Tahoma"/>
      <w:sz w:val="16"/>
      <w:szCs w:val="16"/>
    </w:rPr>
  </w:style>
  <w:style w:type="paragraph" w:customStyle="1" w:styleId="Default">
    <w:name w:val="Default"/>
    <w:rsid w:val="006F78FC"/>
    <w:pPr>
      <w:autoSpaceDE w:val="0"/>
      <w:autoSpaceDN w:val="0"/>
      <w:adjustRightInd w:val="0"/>
    </w:pPr>
    <w:rPr>
      <w:rFonts w:ascii="Arial" w:hAnsi="Arial" w:cs="Arial"/>
      <w:color w:val="000000"/>
      <w:sz w:val="24"/>
      <w:szCs w:val="24"/>
    </w:rPr>
  </w:style>
  <w:style w:type="paragraph" w:customStyle="1" w:styleId="Contedodatabela">
    <w:name w:val="Conteúdo da tabela"/>
    <w:basedOn w:val="Corpodetexto"/>
    <w:rsid w:val="00B06865"/>
    <w:pPr>
      <w:suppressLineNumbers/>
      <w:suppressAutoHyphens/>
      <w:jc w:val="left"/>
    </w:pPr>
    <w:rPr>
      <w:rFonts w:ascii="Verdana" w:hAnsi="Verdana"/>
      <w:color w:val="000000"/>
      <w:sz w:val="20"/>
      <w:szCs w:val="20"/>
      <w:lang w:eastAsia="ar-SA"/>
    </w:rPr>
  </w:style>
  <w:style w:type="character" w:customStyle="1" w:styleId="fontetabela">
    <w:name w:val="fontetabela"/>
    <w:basedOn w:val="Fontepargpadro"/>
    <w:rsid w:val="00CA4C34"/>
  </w:style>
  <w:style w:type="paragraph" w:customStyle="1" w:styleId="Ttuloprincipal">
    <w:name w:val="Título principal"/>
    <w:basedOn w:val="Normal"/>
    <w:next w:val="Subttulo"/>
    <w:rsid w:val="00241E54"/>
    <w:pPr>
      <w:suppressAutoHyphens/>
      <w:jc w:val="center"/>
    </w:pPr>
    <w:rPr>
      <w:b/>
      <w:noProof/>
      <w:szCs w:val="20"/>
    </w:rPr>
  </w:style>
  <w:style w:type="character" w:customStyle="1" w:styleId="fontedados">
    <w:name w:val="fontedados"/>
    <w:basedOn w:val="Fontepargpadro"/>
    <w:rsid w:val="00AE69EB"/>
  </w:style>
  <w:style w:type="paragraph" w:customStyle="1" w:styleId="WW-Ttulo1">
    <w:name w:val="WW-Título1"/>
    <w:basedOn w:val="Normal"/>
    <w:next w:val="Subttulo"/>
    <w:rsid w:val="003725C1"/>
    <w:pPr>
      <w:suppressAutoHyphens/>
      <w:jc w:val="center"/>
    </w:pPr>
    <w:rPr>
      <w:lang w:eastAsia="ar-SA"/>
    </w:rPr>
  </w:style>
  <w:style w:type="character" w:customStyle="1" w:styleId="WW-StrongEmphasis">
    <w:name w:val="WW-Strong Emphasis"/>
    <w:uiPriority w:val="99"/>
    <w:rsid w:val="00AE19EB"/>
    <w:rPr>
      <w:rFonts w:eastAsia="Arial Unicode MS" w:cs="Tahoma"/>
      <w:b/>
      <w:bCs/>
      <w:lang w:eastAsia="zh-CN" w:bidi="hi-IN"/>
    </w:rPr>
  </w:style>
  <w:style w:type="character" w:customStyle="1" w:styleId="WW-StrongEmphasis1">
    <w:name w:val="WW-Strong Emphasis1"/>
    <w:uiPriority w:val="99"/>
    <w:rsid w:val="00AE19EB"/>
    <w:rPr>
      <w:rFonts w:ascii="Georgia" w:eastAsia="Times New Roman" w:hAnsi="Georgia" w:cs="Georgia"/>
      <w:b/>
      <w:bCs/>
      <w:lang w:eastAsia="zh-CN" w:bidi="hi-IN"/>
    </w:rPr>
  </w:style>
  <w:style w:type="character" w:customStyle="1" w:styleId="tex3">
    <w:name w:val="tex3"/>
    <w:rsid w:val="00944552"/>
  </w:style>
  <w:style w:type="character" w:customStyle="1" w:styleId="tex3b">
    <w:name w:val="tex3b"/>
    <w:rsid w:val="00944552"/>
  </w:style>
  <w:style w:type="character" w:customStyle="1" w:styleId="mensagem">
    <w:name w:val="mensagem"/>
    <w:rsid w:val="00944552"/>
  </w:style>
  <w:style w:type="character" w:customStyle="1" w:styleId="base">
    <w:name w:val="base"/>
    <w:rsid w:val="00A84C00"/>
  </w:style>
  <w:style w:type="paragraph" w:styleId="SemEspaamento">
    <w:name w:val="No Spacing"/>
    <w:uiPriority w:val="1"/>
    <w:qFormat/>
    <w:rsid w:val="00D2038B"/>
    <w:rPr>
      <w:rFonts w:ascii="Calibri" w:eastAsia="Calibri" w:hAnsi="Calibri"/>
      <w:sz w:val="22"/>
      <w:szCs w:val="22"/>
      <w:lang w:eastAsia="en-US"/>
    </w:rPr>
  </w:style>
  <w:style w:type="character" w:customStyle="1" w:styleId="sub-produtos">
    <w:name w:val="sub-produtos"/>
    <w:rsid w:val="00D2038B"/>
  </w:style>
  <w:style w:type="character" w:customStyle="1" w:styleId="skuwrapper">
    <w:name w:val="sku_wrapper"/>
    <w:rsid w:val="00C00502"/>
  </w:style>
  <w:style w:type="character" w:customStyle="1" w:styleId="sku">
    <w:name w:val="sku"/>
    <w:rsid w:val="00C00502"/>
  </w:style>
  <w:style w:type="paragraph" w:styleId="PargrafodaLista">
    <w:name w:val="List Paragraph"/>
    <w:basedOn w:val="Normal"/>
    <w:uiPriority w:val="34"/>
    <w:qFormat/>
    <w:rsid w:val="000369B9"/>
    <w:pPr>
      <w:widowControl w:val="0"/>
      <w:autoSpaceDE w:val="0"/>
      <w:autoSpaceDN w:val="0"/>
      <w:ind w:left="1024"/>
      <w:jc w:val="both"/>
    </w:pPr>
    <w:rPr>
      <w:rFonts w:ascii="Arial" w:eastAsia="Arial" w:hAnsi="Arial" w:cs="Arial"/>
      <w:sz w:val="22"/>
      <w:szCs w:val="22"/>
      <w:lang w:bidi="pt-BR"/>
    </w:rPr>
  </w:style>
  <w:style w:type="character" w:styleId="MenoPendente">
    <w:name w:val="Unresolved Mention"/>
    <w:basedOn w:val="Fontepargpadro"/>
    <w:uiPriority w:val="99"/>
    <w:semiHidden/>
    <w:unhideWhenUsed/>
    <w:rsid w:val="00BF6B1D"/>
    <w:rPr>
      <w:color w:val="605E5C"/>
      <w:shd w:val="clear" w:color="auto" w:fill="E1DFDD"/>
    </w:rPr>
  </w:style>
  <w:style w:type="paragraph" w:customStyle="1" w:styleId="Padro">
    <w:name w:val="Padrão"/>
    <w:qFormat/>
    <w:rsid w:val="002904FB"/>
    <w:pPr>
      <w:tabs>
        <w:tab w:val="left" w:pos="708"/>
      </w:tabs>
      <w:suppressAutoHyphens/>
      <w:spacing w:after="160" w:line="252" w:lineRule="auto"/>
    </w:pPr>
    <w:rPr>
      <w:sz w:val="24"/>
      <w:szCs w:val="24"/>
      <w:lang w:eastAsia="ar-SA"/>
    </w:rPr>
  </w:style>
  <w:style w:type="character" w:customStyle="1" w:styleId="TtuloChar">
    <w:name w:val="Título Char"/>
    <w:link w:val="Ttulo"/>
    <w:rsid w:val="00EF66D1"/>
    <w:rPr>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56161">
      <w:bodyDiv w:val="1"/>
      <w:marLeft w:val="0"/>
      <w:marRight w:val="0"/>
      <w:marTop w:val="0"/>
      <w:marBottom w:val="0"/>
      <w:divBdr>
        <w:top w:val="none" w:sz="0" w:space="0" w:color="auto"/>
        <w:left w:val="none" w:sz="0" w:space="0" w:color="auto"/>
        <w:bottom w:val="none" w:sz="0" w:space="0" w:color="auto"/>
        <w:right w:val="none" w:sz="0" w:space="0" w:color="auto"/>
      </w:divBdr>
    </w:div>
    <w:div w:id="159273525">
      <w:bodyDiv w:val="1"/>
      <w:marLeft w:val="0"/>
      <w:marRight w:val="0"/>
      <w:marTop w:val="0"/>
      <w:marBottom w:val="0"/>
      <w:divBdr>
        <w:top w:val="none" w:sz="0" w:space="0" w:color="auto"/>
        <w:left w:val="none" w:sz="0" w:space="0" w:color="auto"/>
        <w:bottom w:val="none" w:sz="0" w:space="0" w:color="auto"/>
        <w:right w:val="none" w:sz="0" w:space="0" w:color="auto"/>
      </w:divBdr>
      <w:divsChild>
        <w:div w:id="140469499">
          <w:marLeft w:val="0"/>
          <w:marRight w:val="0"/>
          <w:marTop w:val="0"/>
          <w:marBottom w:val="0"/>
          <w:divBdr>
            <w:top w:val="none" w:sz="0" w:space="0" w:color="auto"/>
            <w:left w:val="none" w:sz="0" w:space="0" w:color="auto"/>
            <w:bottom w:val="none" w:sz="0" w:space="0" w:color="auto"/>
            <w:right w:val="none" w:sz="0" w:space="0" w:color="auto"/>
          </w:divBdr>
        </w:div>
        <w:div w:id="1541436181">
          <w:marLeft w:val="0"/>
          <w:marRight w:val="0"/>
          <w:marTop w:val="0"/>
          <w:marBottom w:val="0"/>
          <w:divBdr>
            <w:top w:val="none" w:sz="0" w:space="0" w:color="auto"/>
            <w:left w:val="none" w:sz="0" w:space="0" w:color="auto"/>
            <w:bottom w:val="none" w:sz="0" w:space="0" w:color="auto"/>
            <w:right w:val="none" w:sz="0" w:space="0" w:color="auto"/>
          </w:divBdr>
        </w:div>
        <w:div w:id="2015914511">
          <w:marLeft w:val="0"/>
          <w:marRight w:val="0"/>
          <w:marTop w:val="0"/>
          <w:marBottom w:val="0"/>
          <w:divBdr>
            <w:top w:val="none" w:sz="0" w:space="0" w:color="auto"/>
            <w:left w:val="none" w:sz="0" w:space="0" w:color="auto"/>
            <w:bottom w:val="none" w:sz="0" w:space="0" w:color="auto"/>
            <w:right w:val="none" w:sz="0" w:space="0" w:color="auto"/>
          </w:divBdr>
        </w:div>
      </w:divsChild>
    </w:div>
    <w:div w:id="218827673">
      <w:bodyDiv w:val="1"/>
      <w:marLeft w:val="0"/>
      <w:marRight w:val="0"/>
      <w:marTop w:val="0"/>
      <w:marBottom w:val="0"/>
      <w:divBdr>
        <w:top w:val="none" w:sz="0" w:space="0" w:color="auto"/>
        <w:left w:val="none" w:sz="0" w:space="0" w:color="auto"/>
        <w:bottom w:val="none" w:sz="0" w:space="0" w:color="auto"/>
        <w:right w:val="none" w:sz="0" w:space="0" w:color="auto"/>
      </w:divBdr>
      <w:divsChild>
        <w:div w:id="2131317563">
          <w:marLeft w:val="0"/>
          <w:marRight w:val="0"/>
          <w:marTop w:val="0"/>
          <w:marBottom w:val="0"/>
          <w:divBdr>
            <w:top w:val="none" w:sz="0" w:space="0" w:color="auto"/>
            <w:left w:val="none" w:sz="0" w:space="0" w:color="auto"/>
            <w:bottom w:val="none" w:sz="0" w:space="0" w:color="auto"/>
            <w:right w:val="none" w:sz="0" w:space="0" w:color="auto"/>
          </w:divBdr>
          <w:divsChild>
            <w:div w:id="98718202">
              <w:marLeft w:val="0"/>
              <w:marRight w:val="0"/>
              <w:marTop w:val="0"/>
              <w:marBottom w:val="0"/>
              <w:divBdr>
                <w:top w:val="none" w:sz="0" w:space="0" w:color="auto"/>
                <w:left w:val="none" w:sz="0" w:space="0" w:color="auto"/>
                <w:bottom w:val="none" w:sz="0" w:space="0" w:color="auto"/>
                <w:right w:val="none" w:sz="0" w:space="0" w:color="auto"/>
              </w:divBdr>
            </w:div>
            <w:div w:id="181745164">
              <w:marLeft w:val="0"/>
              <w:marRight w:val="0"/>
              <w:marTop w:val="0"/>
              <w:marBottom w:val="0"/>
              <w:divBdr>
                <w:top w:val="none" w:sz="0" w:space="0" w:color="auto"/>
                <w:left w:val="none" w:sz="0" w:space="0" w:color="auto"/>
                <w:bottom w:val="none" w:sz="0" w:space="0" w:color="auto"/>
                <w:right w:val="none" w:sz="0" w:space="0" w:color="auto"/>
              </w:divBdr>
            </w:div>
            <w:div w:id="1001280750">
              <w:marLeft w:val="0"/>
              <w:marRight w:val="0"/>
              <w:marTop w:val="0"/>
              <w:marBottom w:val="0"/>
              <w:divBdr>
                <w:top w:val="none" w:sz="0" w:space="0" w:color="auto"/>
                <w:left w:val="none" w:sz="0" w:space="0" w:color="auto"/>
                <w:bottom w:val="none" w:sz="0" w:space="0" w:color="auto"/>
                <w:right w:val="none" w:sz="0" w:space="0" w:color="auto"/>
              </w:divBdr>
            </w:div>
            <w:div w:id="1258172394">
              <w:marLeft w:val="0"/>
              <w:marRight w:val="0"/>
              <w:marTop w:val="0"/>
              <w:marBottom w:val="0"/>
              <w:divBdr>
                <w:top w:val="none" w:sz="0" w:space="0" w:color="auto"/>
                <w:left w:val="none" w:sz="0" w:space="0" w:color="auto"/>
                <w:bottom w:val="none" w:sz="0" w:space="0" w:color="auto"/>
                <w:right w:val="none" w:sz="0" w:space="0" w:color="auto"/>
              </w:divBdr>
            </w:div>
            <w:div w:id="1499809228">
              <w:marLeft w:val="0"/>
              <w:marRight w:val="0"/>
              <w:marTop w:val="0"/>
              <w:marBottom w:val="0"/>
              <w:divBdr>
                <w:top w:val="none" w:sz="0" w:space="0" w:color="auto"/>
                <w:left w:val="none" w:sz="0" w:space="0" w:color="auto"/>
                <w:bottom w:val="none" w:sz="0" w:space="0" w:color="auto"/>
                <w:right w:val="none" w:sz="0" w:space="0" w:color="auto"/>
              </w:divBdr>
            </w:div>
            <w:div w:id="1615675547">
              <w:marLeft w:val="0"/>
              <w:marRight w:val="0"/>
              <w:marTop w:val="0"/>
              <w:marBottom w:val="0"/>
              <w:divBdr>
                <w:top w:val="none" w:sz="0" w:space="0" w:color="auto"/>
                <w:left w:val="none" w:sz="0" w:space="0" w:color="auto"/>
                <w:bottom w:val="none" w:sz="0" w:space="0" w:color="auto"/>
                <w:right w:val="none" w:sz="0" w:space="0" w:color="auto"/>
              </w:divBdr>
            </w:div>
            <w:div w:id="19535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040223">
      <w:bodyDiv w:val="1"/>
      <w:marLeft w:val="0"/>
      <w:marRight w:val="0"/>
      <w:marTop w:val="0"/>
      <w:marBottom w:val="0"/>
      <w:divBdr>
        <w:top w:val="none" w:sz="0" w:space="0" w:color="auto"/>
        <w:left w:val="none" w:sz="0" w:space="0" w:color="auto"/>
        <w:bottom w:val="none" w:sz="0" w:space="0" w:color="auto"/>
        <w:right w:val="none" w:sz="0" w:space="0" w:color="auto"/>
      </w:divBdr>
    </w:div>
    <w:div w:id="391080844">
      <w:bodyDiv w:val="1"/>
      <w:marLeft w:val="0"/>
      <w:marRight w:val="0"/>
      <w:marTop w:val="0"/>
      <w:marBottom w:val="0"/>
      <w:divBdr>
        <w:top w:val="none" w:sz="0" w:space="0" w:color="auto"/>
        <w:left w:val="none" w:sz="0" w:space="0" w:color="auto"/>
        <w:bottom w:val="none" w:sz="0" w:space="0" w:color="auto"/>
        <w:right w:val="none" w:sz="0" w:space="0" w:color="auto"/>
      </w:divBdr>
    </w:div>
    <w:div w:id="398097547">
      <w:bodyDiv w:val="1"/>
      <w:marLeft w:val="0"/>
      <w:marRight w:val="0"/>
      <w:marTop w:val="0"/>
      <w:marBottom w:val="0"/>
      <w:divBdr>
        <w:top w:val="none" w:sz="0" w:space="0" w:color="auto"/>
        <w:left w:val="none" w:sz="0" w:space="0" w:color="auto"/>
        <w:bottom w:val="none" w:sz="0" w:space="0" w:color="auto"/>
        <w:right w:val="none" w:sz="0" w:space="0" w:color="auto"/>
      </w:divBdr>
    </w:div>
    <w:div w:id="415588605">
      <w:bodyDiv w:val="1"/>
      <w:marLeft w:val="0"/>
      <w:marRight w:val="0"/>
      <w:marTop w:val="0"/>
      <w:marBottom w:val="0"/>
      <w:divBdr>
        <w:top w:val="none" w:sz="0" w:space="0" w:color="auto"/>
        <w:left w:val="none" w:sz="0" w:space="0" w:color="auto"/>
        <w:bottom w:val="none" w:sz="0" w:space="0" w:color="auto"/>
        <w:right w:val="none" w:sz="0" w:space="0" w:color="auto"/>
      </w:divBdr>
    </w:div>
    <w:div w:id="499203251">
      <w:bodyDiv w:val="1"/>
      <w:marLeft w:val="0"/>
      <w:marRight w:val="0"/>
      <w:marTop w:val="0"/>
      <w:marBottom w:val="0"/>
      <w:divBdr>
        <w:top w:val="none" w:sz="0" w:space="0" w:color="auto"/>
        <w:left w:val="none" w:sz="0" w:space="0" w:color="auto"/>
        <w:bottom w:val="none" w:sz="0" w:space="0" w:color="auto"/>
        <w:right w:val="none" w:sz="0" w:space="0" w:color="auto"/>
      </w:divBdr>
    </w:div>
    <w:div w:id="528373963">
      <w:bodyDiv w:val="1"/>
      <w:marLeft w:val="0"/>
      <w:marRight w:val="0"/>
      <w:marTop w:val="0"/>
      <w:marBottom w:val="0"/>
      <w:divBdr>
        <w:top w:val="none" w:sz="0" w:space="0" w:color="auto"/>
        <w:left w:val="none" w:sz="0" w:space="0" w:color="auto"/>
        <w:bottom w:val="none" w:sz="0" w:space="0" w:color="auto"/>
        <w:right w:val="none" w:sz="0" w:space="0" w:color="auto"/>
      </w:divBdr>
    </w:div>
    <w:div w:id="545722484">
      <w:bodyDiv w:val="1"/>
      <w:marLeft w:val="0"/>
      <w:marRight w:val="0"/>
      <w:marTop w:val="0"/>
      <w:marBottom w:val="0"/>
      <w:divBdr>
        <w:top w:val="none" w:sz="0" w:space="0" w:color="auto"/>
        <w:left w:val="none" w:sz="0" w:space="0" w:color="auto"/>
        <w:bottom w:val="none" w:sz="0" w:space="0" w:color="auto"/>
        <w:right w:val="none" w:sz="0" w:space="0" w:color="auto"/>
      </w:divBdr>
    </w:div>
    <w:div w:id="552228578">
      <w:bodyDiv w:val="1"/>
      <w:marLeft w:val="0"/>
      <w:marRight w:val="0"/>
      <w:marTop w:val="0"/>
      <w:marBottom w:val="0"/>
      <w:divBdr>
        <w:top w:val="none" w:sz="0" w:space="0" w:color="auto"/>
        <w:left w:val="none" w:sz="0" w:space="0" w:color="auto"/>
        <w:bottom w:val="none" w:sz="0" w:space="0" w:color="auto"/>
        <w:right w:val="none" w:sz="0" w:space="0" w:color="auto"/>
      </w:divBdr>
    </w:div>
    <w:div w:id="556555222">
      <w:bodyDiv w:val="1"/>
      <w:marLeft w:val="0"/>
      <w:marRight w:val="0"/>
      <w:marTop w:val="0"/>
      <w:marBottom w:val="0"/>
      <w:divBdr>
        <w:top w:val="none" w:sz="0" w:space="0" w:color="auto"/>
        <w:left w:val="none" w:sz="0" w:space="0" w:color="auto"/>
        <w:bottom w:val="none" w:sz="0" w:space="0" w:color="auto"/>
        <w:right w:val="none" w:sz="0" w:space="0" w:color="auto"/>
      </w:divBdr>
    </w:div>
    <w:div w:id="561982282">
      <w:bodyDiv w:val="1"/>
      <w:marLeft w:val="0"/>
      <w:marRight w:val="0"/>
      <w:marTop w:val="0"/>
      <w:marBottom w:val="0"/>
      <w:divBdr>
        <w:top w:val="none" w:sz="0" w:space="0" w:color="auto"/>
        <w:left w:val="none" w:sz="0" w:space="0" w:color="auto"/>
        <w:bottom w:val="none" w:sz="0" w:space="0" w:color="auto"/>
        <w:right w:val="none" w:sz="0" w:space="0" w:color="auto"/>
      </w:divBdr>
    </w:div>
    <w:div w:id="676150529">
      <w:bodyDiv w:val="1"/>
      <w:marLeft w:val="0"/>
      <w:marRight w:val="0"/>
      <w:marTop w:val="0"/>
      <w:marBottom w:val="0"/>
      <w:divBdr>
        <w:top w:val="none" w:sz="0" w:space="0" w:color="auto"/>
        <w:left w:val="none" w:sz="0" w:space="0" w:color="auto"/>
        <w:bottom w:val="none" w:sz="0" w:space="0" w:color="auto"/>
        <w:right w:val="none" w:sz="0" w:space="0" w:color="auto"/>
      </w:divBdr>
    </w:div>
    <w:div w:id="802307618">
      <w:bodyDiv w:val="1"/>
      <w:marLeft w:val="0"/>
      <w:marRight w:val="0"/>
      <w:marTop w:val="0"/>
      <w:marBottom w:val="0"/>
      <w:divBdr>
        <w:top w:val="none" w:sz="0" w:space="0" w:color="auto"/>
        <w:left w:val="none" w:sz="0" w:space="0" w:color="auto"/>
        <w:bottom w:val="none" w:sz="0" w:space="0" w:color="auto"/>
        <w:right w:val="none" w:sz="0" w:space="0" w:color="auto"/>
      </w:divBdr>
    </w:div>
    <w:div w:id="829060153">
      <w:bodyDiv w:val="1"/>
      <w:marLeft w:val="0"/>
      <w:marRight w:val="0"/>
      <w:marTop w:val="0"/>
      <w:marBottom w:val="0"/>
      <w:divBdr>
        <w:top w:val="none" w:sz="0" w:space="0" w:color="auto"/>
        <w:left w:val="none" w:sz="0" w:space="0" w:color="auto"/>
        <w:bottom w:val="none" w:sz="0" w:space="0" w:color="auto"/>
        <w:right w:val="none" w:sz="0" w:space="0" w:color="auto"/>
      </w:divBdr>
    </w:div>
    <w:div w:id="904952871">
      <w:bodyDiv w:val="1"/>
      <w:marLeft w:val="0"/>
      <w:marRight w:val="0"/>
      <w:marTop w:val="0"/>
      <w:marBottom w:val="0"/>
      <w:divBdr>
        <w:top w:val="none" w:sz="0" w:space="0" w:color="auto"/>
        <w:left w:val="none" w:sz="0" w:space="0" w:color="auto"/>
        <w:bottom w:val="none" w:sz="0" w:space="0" w:color="auto"/>
        <w:right w:val="none" w:sz="0" w:space="0" w:color="auto"/>
      </w:divBdr>
      <w:divsChild>
        <w:div w:id="116919148">
          <w:marLeft w:val="0"/>
          <w:marRight w:val="0"/>
          <w:marTop w:val="0"/>
          <w:marBottom w:val="0"/>
          <w:divBdr>
            <w:top w:val="none" w:sz="0" w:space="0" w:color="auto"/>
            <w:left w:val="none" w:sz="0" w:space="0" w:color="auto"/>
            <w:bottom w:val="none" w:sz="0" w:space="0" w:color="auto"/>
            <w:right w:val="none" w:sz="0" w:space="0" w:color="auto"/>
          </w:divBdr>
        </w:div>
        <w:div w:id="506482577">
          <w:marLeft w:val="0"/>
          <w:marRight w:val="0"/>
          <w:marTop w:val="0"/>
          <w:marBottom w:val="0"/>
          <w:divBdr>
            <w:top w:val="none" w:sz="0" w:space="0" w:color="auto"/>
            <w:left w:val="none" w:sz="0" w:space="0" w:color="auto"/>
            <w:bottom w:val="none" w:sz="0" w:space="0" w:color="auto"/>
            <w:right w:val="none" w:sz="0" w:space="0" w:color="auto"/>
          </w:divBdr>
        </w:div>
        <w:div w:id="646133111">
          <w:marLeft w:val="0"/>
          <w:marRight w:val="0"/>
          <w:marTop w:val="0"/>
          <w:marBottom w:val="0"/>
          <w:divBdr>
            <w:top w:val="none" w:sz="0" w:space="0" w:color="auto"/>
            <w:left w:val="none" w:sz="0" w:space="0" w:color="auto"/>
            <w:bottom w:val="none" w:sz="0" w:space="0" w:color="auto"/>
            <w:right w:val="none" w:sz="0" w:space="0" w:color="auto"/>
          </w:divBdr>
        </w:div>
      </w:divsChild>
    </w:div>
    <w:div w:id="914122401">
      <w:bodyDiv w:val="1"/>
      <w:marLeft w:val="0"/>
      <w:marRight w:val="0"/>
      <w:marTop w:val="0"/>
      <w:marBottom w:val="0"/>
      <w:divBdr>
        <w:top w:val="none" w:sz="0" w:space="0" w:color="auto"/>
        <w:left w:val="none" w:sz="0" w:space="0" w:color="auto"/>
        <w:bottom w:val="none" w:sz="0" w:space="0" w:color="auto"/>
        <w:right w:val="none" w:sz="0" w:space="0" w:color="auto"/>
      </w:divBdr>
    </w:div>
    <w:div w:id="960066461">
      <w:bodyDiv w:val="1"/>
      <w:marLeft w:val="0"/>
      <w:marRight w:val="0"/>
      <w:marTop w:val="0"/>
      <w:marBottom w:val="0"/>
      <w:divBdr>
        <w:top w:val="none" w:sz="0" w:space="0" w:color="auto"/>
        <w:left w:val="none" w:sz="0" w:space="0" w:color="auto"/>
        <w:bottom w:val="none" w:sz="0" w:space="0" w:color="auto"/>
        <w:right w:val="none" w:sz="0" w:space="0" w:color="auto"/>
      </w:divBdr>
    </w:div>
    <w:div w:id="1133477281">
      <w:bodyDiv w:val="1"/>
      <w:marLeft w:val="0"/>
      <w:marRight w:val="0"/>
      <w:marTop w:val="0"/>
      <w:marBottom w:val="0"/>
      <w:divBdr>
        <w:top w:val="none" w:sz="0" w:space="0" w:color="auto"/>
        <w:left w:val="none" w:sz="0" w:space="0" w:color="auto"/>
        <w:bottom w:val="none" w:sz="0" w:space="0" w:color="auto"/>
        <w:right w:val="none" w:sz="0" w:space="0" w:color="auto"/>
      </w:divBdr>
    </w:div>
    <w:div w:id="1163858926">
      <w:bodyDiv w:val="1"/>
      <w:marLeft w:val="0"/>
      <w:marRight w:val="0"/>
      <w:marTop w:val="0"/>
      <w:marBottom w:val="0"/>
      <w:divBdr>
        <w:top w:val="none" w:sz="0" w:space="0" w:color="auto"/>
        <w:left w:val="none" w:sz="0" w:space="0" w:color="auto"/>
        <w:bottom w:val="none" w:sz="0" w:space="0" w:color="auto"/>
        <w:right w:val="none" w:sz="0" w:space="0" w:color="auto"/>
      </w:divBdr>
    </w:div>
    <w:div w:id="1177845648">
      <w:bodyDiv w:val="1"/>
      <w:marLeft w:val="0"/>
      <w:marRight w:val="0"/>
      <w:marTop w:val="0"/>
      <w:marBottom w:val="0"/>
      <w:divBdr>
        <w:top w:val="none" w:sz="0" w:space="0" w:color="auto"/>
        <w:left w:val="none" w:sz="0" w:space="0" w:color="auto"/>
        <w:bottom w:val="none" w:sz="0" w:space="0" w:color="auto"/>
        <w:right w:val="none" w:sz="0" w:space="0" w:color="auto"/>
      </w:divBdr>
    </w:div>
    <w:div w:id="1256667888">
      <w:bodyDiv w:val="1"/>
      <w:marLeft w:val="0"/>
      <w:marRight w:val="0"/>
      <w:marTop w:val="0"/>
      <w:marBottom w:val="0"/>
      <w:divBdr>
        <w:top w:val="none" w:sz="0" w:space="0" w:color="auto"/>
        <w:left w:val="none" w:sz="0" w:space="0" w:color="auto"/>
        <w:bottom w:val="none" w:sz="0" w:space="0" w:color="auto"/>
        <w:right w:val="none" w:sz="0" w:space="0" w:color="auto"/>
      </w:divBdr>
    </w:div>
    <w:div w:id="1272779160">
      <w:bodyDiv w:val="1"/>
      <w:marLeft w:val="0"/>
      <w:marRight w:val="0"/>
      <w:marTop w:val="0"/>
      <w:marBottom w:val="0"/>
      <w:divBdr>
        <w:top w:val="none" w:sz="0" w:space="0" w:color="auto"/>
        <w:left w:val="none" w:sz="0" w:space="0" w:color="auto"/>
        <w:bottom w:val="none" w:sz="0" w:space="0" w:color="auto"/>
        <w:right w:val="none" w:sz="0" w:space="0" w:color="auto"/>
      </w:divBdr>
    </w:div>
    <w:div w:id="1293440306">
      <w:bodyDiv w:val="1"/>
      <w:marLeft w:val="0"/>
      <w:marRight w:val="0"/>
      <w:marTop w:val="0"/>
      <w:marBottom w:val="0"/>
      <w:divBdr>
        <w:top w:val="none" w:sz="0" w:space="0" w:color="auto"/>
        <w:left w:val="none" w:sz="0" w:space="0" w:color="auto"/>
        <w:bottom w:val="none" w:sz="0" w:space="0" w:color="auto"/>
        <w:right w:val="none" w:sz="0" w:space="0" w:color="auto"/>
      </w:divBdr>
    </w:div>
    <w:div w:id="1354264160">
      <w:bodyDiv w:val="1"/>
      <w:marLeft w:val="0"/>
      <w:marRight w:val="0"/>
      <w:marTop w:val="0"/>
      <w:marBottom w:val="0"/>
      <w:divBdr>
        <w:top w:val="none" w:sz="0" w:space="0" w:color="auto"/>
        <w:left w:val="none" w:sz="0" w:space="0" w:color="auto"/>
        <w:bottom w:val="none" w:sz="0" w:space="0" w:color="auto"/>
        <w:right w:val="none" w:sz="0" w:space="0" w:color="auto"/>
      </w:divBdr>
    </w:div>
    <w:div w:id="1372266412">
      <w:bodyDiv w:val="1"/>
      <w:marLeft w:val="0"/>
      <w:marRight w:val="0"/>
      <w:marTop w:val="0"/>
      <w:marBottom w:val="0"/>
      <w:divBdr>
        <w:top w:val="none" w:sz="0" w:space="0" w:color="auto"/>
        <w:left w:val="none" w:sz="0" w:space="0" w:color="auto"/>
        <w:bottom w:val="none" w:sz="0" w:space="0" w:color="auto"/>
        <w:right w:val="none" w:sz="0" w:space="0" w:color="auto"/>
      </w:divBdr>
    </w:div>
    <w:div w:id="1392383952">
      <w:bodyDiv w:val="1"/>
      <w:marLeft w:val="0"/>
      <w:marRight w:val="0"/>
      <w:marTop w:val="0"/>
      <w:marBottom w:val="0"/>
      <w:divBdr>
        <w:top w:val="none" w:sz="0" w:space="0" w:color="auto"/>
        <w:left w:val="none" w:sz="0" w:space="0" w:color="auto"/>
        <w:bottom w:val="none" w:sz="0" w:space="0" w:color="auto"/>
        <w:right w:val="none" w:sz="0" w:space="0" w:color="auto"/>
      </w:divBdr>
    </w:div>
    <w:div w:id="1400136585">
      <w:bodyDiv w:val="1"/>
      <w:marLeft w:val="0"/>
      <w:marRight w:val="0"/>
      <w:marTop w:val="0"/>
      <w:marBottom w:val="0"/>
      <w:divBdr>
        <w:top w:val="none" w:sz="0" w:space="0" w:color="auto"/>
        <w:left w:val="none" w:sz="0" w:space="0" w:color="auto"/>
        <w:bottom w:val="none" w:sz="0" w:space="0" w:color="auto"/>
        <w:right w:val="none" w:sz="0" w:space="0" w:color="auto"/>
      </w:divBdr>
    </w:div>
    <w:div w:id="1416171713">
      <w:bodyDiv w:val="1"/>
      <w:marLeft w:val="0"/>
      <w:marRight w:val="0"/>
      <w:marTop w:val="0"/>
      <w:marBottom w:val="0"/>
      <w:divBdr>
        <w:top w:val="none" w:sz="0" w:space="0" w:color="auto"/>
        <w:left w:val="none" w:sz="0" w:space="0" w:color="auto"/>
        <w:bottom w:val="none" w:sz="0" w:space="0" w:color="auto"/>
        <w:right w:val="none" w:sz="0" w:space="0" w:color="auto"/>
      </w:divBdr>
    </w:div>
    <w:div w:id="1509363799">
      <w:bodyDiv w:val="1"/>
      <w:marLeft w:val="0"/>
      <w:marRight w:val="0"/>
      <w:marTop w:val="0"/>
      <w:marBottom w:val="0"/>
      <w:divBdr>
        <w:top w:val="none" w:sz="0" w:space="0" w:color="auto"/>
        <w:left w:val="none" w:sz="0" w:space="0" w:color="auto"/>
        <w:bottom w:val="none" w:sz="0" w:space="0" w:color="auto"/>
        <w:right w:val="none" w:sz="0" w:space="0" w:color="auto"/>
      </w:divBdr>
    </w:div>
    <w:div w:id="1575123065">
      <w:bodyDiv w:val="1"/>
      <w:marLeft w:val="0"/>
      <w:marRight w:val="0"/>
      <w:marTop w:val="0"/>
      <w:marBottom w:val="0"/>
      <w:divBdr>
        <w:top w:val="none" w:sz="0" w:space="0" w:color="auto"/>
        <w:left w:val="none" w:sz="0" w:space="0" w:color="auto"/>
        <w:bottom w:val="none" w:sz="0" w:space="0" w:color="auto"/>
        <w:right w:val="none" w:sz="0" w:space="0" w:color="auto"/>
      </w:divBdr>
    </w:div>
    <w:div w:id="1582373209">
      <w:bodyDiv w:val="1"/>
      <w:marLeft w:val="0"/>
      <w:marRight w:val="0"/>
      <w:marTop w:val="0"/>
      <w:marBottom w:val="0"/>
      <w:divBdr>
        <w:top w:val="none" w:sz="0" w:space="0" w:color="auto"/>
        <w:left w:val="none" w:sz="0" w:space="0" w:color="auto"/>
        <w:bottom w:val="none" w:sz="0" w:space="0" w:color="auto"/>
        <w:right w:val="none" w:sz="0" w:space="0" w:color="auto"/>
      </w:divBdr>
    </w:div>
    <w:div w:id="1635526876">
      <w:bodyDiv w:val="1"/>
      <w:marLeft w:val="0"/>
      <w:marRight w:val="0"/>
      <w:marTop w:val="0"/>
      <w:marBottom w:val="0"/>
      <w:divBdr>
        <w:top w:val="none" w:sz="0" w:space="0" w:color="auto"/>
        <w:left w:val="none" w:sz="0" w:space="0" w:color="auto"/>
        <w:bottom w:val="none" w:sz="0" w:space="0" w:color="auto"/>
        <w:right w:val="none" w:sz="0" w:space="0" w:color="auto"/>
      </w:divBdr>
    </w:div>
    <w:div w:id="1710646278">
      <w:bodyDiv w:val="1"/>
      <w:marLeft w:val="0"/>
      <w:marRight w:val="0"/>
      <w:marTop w:val="0"/>
      <w:marBottom w:val="0"/>
      <w:divBdr>
        <w:top w:val="none" w:sz="0" w:space="0" w:color="auto"/>
        <w:left w:val="none" w:sz="0" w:space="0" w:color="auto"/>
        <w:bottom w:val="none" w:sz="0" w:space="0" w:color="auto"/>
        <w:right w:val="none" w:sz="0" w:space="0" w:color="auto"/>
      </w:divBdr>
    </w:div>
    <w:div w:id="1734625198">
      <w:bodyDiv w:val="1"/>
      <w:marLeft w:val="0"/>
      <w:marRight w:val="0"/>
      <w:marTop w:val="0"/>
      <w:marBottom w:val="0"/>
      <w:divBdr>
        <w:top w:val="none" w:sz="0" w:space="0" w:color="auto"/>
        <w:left w:val="none" w:sz="0" w:space="0" w:color="auto"/>
        <w:bottom w:val="none" w:sz="0" w:space="0" w:color="auto"/>
        <w:right w:val="none" w:sz="0" w:space="0" w:color="auto"/>
      </w:divBdr>
    </w:div>
    <w:div w:id="1777089941">
      <w:bodyDiv w:val="1"/>
      <w:marLeft w:val="0"/>
      <w:marRight w:val="0"/>
      <w:marTop w:val="0"/>
      <w:marBottom w:val="0"/>
      <w:divBdr>
        <w:top w:val="none" w:sz="0" w:space="0" w:color="auto"/>
        <w:left w:val="none" w:sz="0" w:space="0" w:color="auto"/>
        <w:bottom w:val="none" w:sz="0" w:space="0" w:color="auto"/>
        <w:right w:val="none" w:sz="0" w:space="0" w:color="auto"/>
      </w:divBdr>
      <w:divsChild>
        <w:div w:id="76750743">
          <w:marLeft w:val="0"/>
          <w:marRight w:val="0"/>
          <w:marTop w:val="0"/>
          <w:marBottom w:val="0"/>
          <w:divBdr>
            <w:top w:val="none" w:sz="0" w:space="0" w:color="auto"/>
            <w:left w:val="none" w:sz="0" w:space="0" w:color="auto"/>
            <w:bottom w:val="none" w:sz="0" w:space="0" w:color="auto"/>
            <w:right w:val="none" w:sz="0" w:space="0" w:color="auto"/>
          </w:divBdr>
          <w:divsChild>
            <w:div w:id="103696418">
              <w:marLeft w:val="0"/>
              <w:marRight w:val="0"/>
              <w:marTop w:val="0"/>
              <w:marBottom w:val="0"/>
              <w:divBdr>
                <w:top w:val="none" w:sz="0" w:space="0" w:color="auto"/>
                <w:left w:val="none" w:sz="0" w:space="0" w:color="auto"/>
                <w:bottom w:val="none" w:sz="0" w:space="0" w:color="auto"/>
                <w:right w:val="none" w:sz="0" w:space="0" w:color="auto"/>
              </w:divBdr>
            </w:div>
            <w:div w:id="343942273">
              <w:marLeft w:val="0"/>
              <w:marRight w:val="0"/>
              <w:marTop w:val="0"/>
              <w:marBottom w:val="0"/>
              <w:divBdr>
                <w:top w:val="none" w:sz="0" w:space="0" w:color="auto"/>
                <w:left w:val="none" w:sz="0" w:space="0" w:color="auto"/>
                <w:bottom w:val="none" w:sz="0" w:space="0" w:color="auto"/>
                <w:right w:val="none" w:sz="0" w:space="0" w:color="auto"/>
              </w:divBdr>
            </w:div>
            <w:div w:id="127547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064171">
      <w:bodyDiv w:val="1"/>
      <w:marLeft w:val="0"/>
      <w:marRight w:val="0"/>
      <w:marTop w:val="0"/>
      <w:marBottom w:val="0"/>
      <w:divBdr>
        <w:top w:val="none" w:sz="0" w:space="0" w:color="auto"/>
        <w:left w:val="none" w:sz="0" w:space="0" w:color="auto"/>
        <w:bottom w:val="none" w:sz="0" w:space="0" w:color="auto"/>
        <w:right w:val="none" w:sz="0" w:space="0" w:color="auto"/>
      </w:divBdr>
    </w:div>
    <w:div w:id="1890216060">
      <w:bodyDiv w:val="1"/>
      <w:marLeft w:val="0"/>
      <w:marRight w:val="0"/>
      <w:marTop w:val="0"/>
      <w:marBottom w:val="0"/>
      <w:divBdr>
        <w:top w:val="none" w:sz="0" w:space="0" w:color="auto"/>
        <w:left w:val="none" w:sz="0" w:space="0" w:color="auto"/>
        <w:bottom w:val="none" w:sz="0" w:space="0" w:color="auto"/>
        <w:right w:val="none" w:sz="0" w:space="0" w:color="auto"/>
      </w:divBdr>
    </w:div>
    <w:div w:id="1945771156">
      <w:bodyDiv w:val="1"/>
      <w:marLeft w:val="0"/>
      <w:marRight w:val="0"/>
      <w:marTop w:val="0"/>
      <w:marBottom w:val="0"/>
      <w:divBdr>
        <w:top w:val="none" w:sz="0" w:space="0" w:color="auto"/>
        <w:left w:val="none" w:sz="0" w:space="0" w:color="auto"/>
        <w:bottom w:val="none" w:sz="0" w:space="0" w:color="auto"/>
        <w:right w:val="none" w:sz="0" w:space="0" w:color="auto"/>
      </w:divBdr>
    </w:div>
    <w:div w:id="1980500110">
      <w:bodyDiv w:val="1"/>
      <w:marLeft w:val="0"/>
      <w:marRight w:val="0"/>
      <w:marTop w:val="0"/>
      <w:marBottom w:val="0"/>
      <w:divBdr>
        <w:top w:val="none" w:sz="0" w:space="0" w:color="auto"/>
        <w:left w:val="none" w:sz="0" w:space="0" w:color="auto"/>
        <w:bottom w:val="none" w:sz="0" w:space="0" w:color="auto"/>
        <w:right w:val="none" w:sz="0" w:space="0" w:color="auto"/>
      </w:divBdr>
    </w:div>
    <w:div w:id="1997491508">
      <w:bodyDiv w:val="1"/>
      <w:marLeft w:val="0"/>
      <w:marRight w:val="0"/>
      <w:marTop w:val="0"/>
      <w:marBottom w:val="0"/>
      <w:divBdr>
        <w:top w:val="none" w:sz="0" w:space="0" w:color="auto"/>
        <w:left w:val="none" w:sz="0" w:space="0" w:color="auto"/>
        <w:bottom w:val="none" w:sz="0" w:space="0" w:color="auto"/>
        <w:right w:val="none" w:sz="0" w:space="0" w:color="auto"/>
      </w:divBdr>
    </w:div>
    <w:div w:id="2027251320">
      <w:bodyDiv w:val="1"/>
      <w:marLeft w:val="0"/>
      <w:marRight w:val="0"/>
      <w:marTop w:val="0"/>
      <w:marBottom w:val="0"/>
      <w:divBdr>
        <w:top w:val="none" w:sz="0" w:space="0" w:color="auto"/>
        <w:left w:val="none" w:sz="0" w:space="0" w:color="auto"/>
        <w:bottom w:val="none" w:sz="0" w:space="0" w:color="auto"/>
        <w:right w:val="none" w:sz="0" w:space="0" w:color="auto"/>
      </w:divBdr>
    </w:div>
    <w:div w:id="2071607987">
      <w:bodyDiv w:val="1"/>
      <w:marLeft w:val="0"/>
      <w:marRight w:val="0"/>
      <w:marTop w:val="0"/>
      <w:marBottom w:val="0"/>
      <w:divBdr>
        <w:top w:val="none" w:sz="0" w:space="0" w:color="auto"/>
        <w:left w:val="none" w:sz="0" w:space="0" w:color="auto"/>
        <w:bottom w:val="none" w:sz="0" w:space="0" w:color="auto"/>
        <w:right w:val="none" w:sz="0" w:space="0" w:color="auto"/>
      </w:divBdr>
    </w:div>
    <w:div w:id="2087726560">
      <w:bodyDiv w:val="1"/>
      <w:marLeft w:val="0"/>
      <w:marRight w:val="0"/>
      <w:marTop w:val="0"/>
      <w:marBottom w:val="0"/>
      <w:divBdr>
        <w:top w:val="none" w:sz="0" w:space="0" w:color="auto"/>
        <w:left w:val="none" w:sz="0" w:space="0" w:color="auto"/>
        <w:bottom w:val="none" w:sz="0" w:space="0" w:color="auto"/>
        <w:right w:val="none" w:sz="0" w:space="0" w:color="auto"/>
      </w:divBdr>
    </w:div>
    <w:div w:id="21055694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PROPOSTA%20edi&#231;&#227;o.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070F6-6330-44DB-AB7E-7797ED4C9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PROPOSTA edição</Template>
  <TotalTime>2837</TotalTime>
  <Pages>3</Pages>
  <Words>1092</Words>
  <Characters>5897</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PROPOSTA DE PREÇO</vt:lpstr>
    </vt:vector>
  </TitlesOfParts>
  <Company>us</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DE PREÇO</dc:title>
  <dc:subject/>
  <dc:creator>User</dc:creator>
  <cp:keywords/>
  <dc:description/>
  <cp:lastModifiedBy>Desktop</cp:lastModifiedBy>
  <cp:revision>4</cp:revision>
  <cp:lastPrinted>2024-06-06T13:52:00Z</cp:lastPrinted>
  <dcterms:created xsi:type="dcterms:W3CDTF">2023-02-28T13:24:00Z</dcterms:created>
  <dcterms:modified xsi:type="dcterms:W3CDTF">2024-06-06T13:53:00Z</dcterms:modified>
</cp:coreProperties>
</file>